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00D" w:rsidRDefault="00CD700D" w:rsidP="00CA0538">
      <w:pPr>
        <w:pStyle w:val="Corpodeltesto"/>
        <w:rPr>
          <w:b/>
          <w:caps/>
        </w:rPr>
      </w:pPr>
      <w:r>
        <w:rPr>
          <w:b/>
          <w:caps/>
        </w:rPr>
        <w:t>49538/2021</w:t>
      </w:r>
    </w:p>
    <w:p w:rsidR="00CD700D" w:rsidRDefault="00CD700D" w:rsidP="00CA0538">
      <w:pPr>
        <w:pStyle w:val="Corpodeltesto"/>
        <w:rPr>
          <w:b/>
          <w:caps/>
        </w:rPr>
      </w:pPr>
    </w:p>
    <w:p w:rsidR="00CD700D" w:rsidRDefault="00CD700D" w:rsidP="00CA0538">
      <w:pPr>
        <w:pStyle w:val="Corpodeltesto"/>
        <w:rPr>
          <w:b/>
          <w:caps/>
        </w:rPr>
      </w:pPr>
      <w:r>
        <w:rPr>
          <w:b/>
          <w:caps/>
        </w:rPr>
        <w:t>ISTRUTTORIA CONSILIARE DEL _____________________________</w:t>
      </w:r>
    </w:p>
    <w:p w:rsidR="00CD700D" w:rsidRDefault="00CD700D" w:rsidP="00CA0538">
      <w:pPr>
        <w:pStyle w:val="Corpodeltesto"/>
        <w:rPr>
          <w:b/>
          <w:caps/>
        </w:rPr>
      </w:pPr>
    </w:p>
    <w:p w:rsidR="00CD700D" w:rsidRDefault="00CD700D" w:rsidP="00CA0538">
      <w:pPr>
        <w:pStyle w:val="Corpodeltesto"/>
        <w:rPr>
          <w:b/>
          <w:caps/>
        </w:rPr>
      </w:pPr>
    </w:p>
    <w:p w:rsidR="00CA0538" w:rsidRPr="00752CC3" w:rsidRDefault="00CA0538" w:rsidP="00CA0538">
      <w:pPr>
        <w:pStyle w:val="Corpodeltesto"/>
        <w:rPr>
          <w:b/>
        </w:rPr>
      </w:pPr>
      <w:r w:rsidRPr="00752CC3">
        <w:rPr>
          <w:b/>
          <w:caps/>
        </w:rPr>
        <w:t>Approvazione del RENDICONTO dELL’ESERCIZIO 20</w:t>
      </w:r>
      <w:r w:rsidR="00752CC3" w:rsidRPr="00752CC3">
        <w:rPr>
          <w:b/>
          <w:caps/>
        </w:rPr>
        <w:t>20</w:t>
      </w:r>
      <w:r w:rsidRPr="00752CC3">
        <w:rPr>
          <w:b/>
          <w:caps/>
        </w:rPr>
        <w:t xml:space="preserve"> dell’Istituzione dei Servizi Educativi, Scolastici e per le Famiglie del Comune </w:t>
      </w:r>
      <w:proofErr w:type="spellStart"/>
      <w:r w:rsidRPr="00752CC3">
        <w:rPr>
          <w:b/>
          <w:caps/>
        </w:rPr>
        <w:t>di</w:t>
      </w:r>
      <w:proofErr w:type="spellEnd"/>
      <w:r w:rsidRPr="00752CC3">
        <w:rPr>
          <w:b/>
          <w:caps/>
        </w:rPr>
        <w:t xml:space="preserve">   Ferrara</w:t>
      </w:r>
      <w:r w:rsidRPr="00752CC3">
        <w:rPr>
          <w:b/>
        </w:rPr>
        <w:t>.</w:t>
      </w:r>
    </w:p>
    <w:p w:rsidR="00CD700D" w:rsidRDefault="00CD700D" w:rsidP="00CA0538">
      <w:pPr>
        <w:pStyle w:val="Corpodeltesto"/>
        <w:jc w:val="center"/>
        <w:outlineLvl w:val="0"/>
        <w:rPr>
          <w:b/>
          <w:caps/>
        </w:rPr>
      </w:pPr>
    </w:p>
    <w:p w:rsidR="00CD700D" w:rsidRDefault="00CD700D" w:rsidP="00CA0538">
      <w:pPr>
        <w:pStyle w:val="Corpodeltesto"/>
        <w:jc w:val="center"/>
        <w:outlineLvl w:val="0"/>
        <w:rPr>
          <w:b/>
          <w:caps/>
        </w:rPr>
      </w:pPr>
    </w:p>
    <w:p w:rsidR="00CA0538" w:rsidRDefault="00CA0538" w:rsidP="00CA0538">
      <w:pPr>
        <w:pStyle w:val="Corpodeltesto"/>
        <w:jc w:val="center"/>
        <w:outlineLvl w:val="0"/>
        <w:rPr>
          <w:b/>
          <w:caps/>
        </w:rPr>
      </w:pPr>
      <w:r w:rsidRPr="00752CC3">
        <w:rPr>
          <w:b/>
          <w:caps/>
        </w:rPr>
        <w:t>Il Consiglio Comunale</w:t>
      </w:r>
    </w:p>
    <w:p w:rsidR="00CD700D" w:rsidRDefault="00CD700D" w:rsidP="00CA0538">
      <w:pPr>
        <w:pStyle w:val="Corpodeltesto"/>
        <w:jc w:val="center"/>
        <w:outlineLvl w:val="0"/>
        <w:rPr>
          <w:b/>
          <w:caps/>
        </w:rPr>
      </w:pPr>
    </w:p>
    <w:p w:rsidR="00CD700D" w:rsidRPr="00752CC3" w:rsidRDefault="00CD700D" w:rsidP="00CA0538">
      <w:pPr>
        <w:pStyle w:val="Corpodeltesto"/>
        <w:jc w:val="center"/>
        <w:outlineLvl w:val="0"/>
        <w:rPr>
          <w:b/>
          <w:caps/>
        </w:rPr>
      </w:pPr>
    </w:p>
    <w:p w:rsidR="00CA0538" w:rsidRPr="00752CC3" w:rsidRDefault="00CA0538" w:rsidP="00CA0538">
      <w:pPr>
        <w:jc w:val="both"/>
        <w:rPr>
          <w:b/>
        </w:rPr>
      </w:pPr>
      <w:r w:rsidRPr="00752CC3">
        <w:rPr>
          <w:b/>
        </w:rPr>
        <w:t>PREMESSO</w:t>
      </w:r>
      <w:r w:rsidRPr="00752CC3">
        <w:t>:</w:t>
      </w:r>
    </w:p>
    <w:p w:rsidR="00CA0538" w:rsidRPr="00752CC3" w:rsidRDefault="00CA0538" w:rsidP="00CA0538">
      <w:pPr>
        <w:jc w:val="both"/>
        <w:rPr>
          <w:b/>
        </w:rPr>
      </w:pPr>
    </w:p>
    <w:p w:rsidR="00CA0538" w:rsidRPr="00752CC3" w:rsidRDefault="00CA0538" w:rsidP="00CA0538">
      <w:pPr>
        <w:numPr>
          <w:ilvl w:val="0"/>
          <w:numId w:val="5"/>
        </w:numPr>
        <w:ind w:left="0" w:firstLine="0"/>
        <w:jc w:val="both"/>
      </w:pPr>
      <w:r w:rsidRPr="00752CC3">
        <w:t xml:space="preserve">che ai sensi dell’art. 10, comma 1, lett. a), dell’atto C.C. n. 78/23/42872 del 3/07/2007,  con il quale è stata costituita l’Istituzione dei Servizi Educativi, Scolastici e per le Famiglie del Comune di Ferrara e approvato il relativo Regolamento di funzionamento, il Consiglio di Amministrazione o l’Amministratore Unico della predetta Istituzione deliberano i  bilanci di previsione, il piano programma e il rendiconto, da sottoporre successivamente all’esame del Consiglio Comunale, ai fini della loro definitiva approvazione;  </w:t>
      </w:r>
    </w:p>
    <w:p w:rsidR="00CA0538" w:rsidRPr="00752CC3" w:rsidRDefault="00CA0538" w:rsidP="00CA0538">
      <w:pPr>
        <w:jc w:val="both"/>
      </w:pPr>
    </w:p>
    <w:p w:rsidR="00CA0538" w:rsidRPr="00752CC3" w:rsidRDefault="00CA0538" w:rsidP="00CA0538">
      <w:pPr>
        <w:numPr>
          <w:ilvl w:val="0"/>
          <w:numId w:val="2"/>
        </w:numPr>
        <w:ind w:left="0" w:firstLine="0"/>
        <w:jc w:val="both"/>
      </w:pPr>
      <w:r w:rsidRPr="00752CC3">
        <w:t>che l’Istituzione dei Servizi Educativi, Scolastici e per le Famiglie del Comune di Ferrara ha adottato, dalla sua costituzione e fino alla chiusura dell’esercizio 2014, un sistema di contabilità economica-patrimoniale con presentazione del Bilancio redatto secondo la forma prevista dal modello approvato con D.M. 26/04/1995;</w:t>
      </w:r>
    </w:p>
    <w:p w:rsidR="00CA0538" w:rsidRPr="00752CC3" w:rsidRDefault="00CA0538" w:rsidP="00CA0538">
      <w:pPr>
        <w:ind w:left="-360"/>
        <w:jc w:val="both"/>
      </w:pPr>
    </w:p>
    <w:p w:rsidR="00CA0538" w:rsidRPr="00752CC3" w:rsidRDefault="00CA0538" w:rsidP="00CA0538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00752CC3">
        <w:t xml:space="preserve">che ai sensi del D. </w:t>
      </w:r>
      <w:proofErr w:type="spellStart"/>
      <w:r w:rsidRPr="00752CC3">
        <w:t>Lgs</w:t>
      </w:r>
      <w:proofErr w:type="spellEnd"/>
      <w:r w:rsidRPr="00752CC3">
        <w:t xml:space="preserve">. 118/2011, integrato e modificato dal D. </w:t>
      </w:r>
      <w:proofErr w:type="spellStart"/>
      <w:r w:rsidRPr="00752CC3">
        <w:t>Lgs</w:t>
      </w:r>
      <w:proofErr w:type="spellEnd"/>
      <w:r w:rsidRPr="00752CC3">
        <w:t>. 126/2014, l’Istituzione è passata dall’1/01/2015 al sistema di contabilità finanziaria, adottando i medesimi modelli contabili del Comune di Ferrara;</w:t>
      </w:r>
    </w:p>
    <w:p w:rsidR="00CA0538" w:rsidRPr="00752CC3" w:rsidRDefault="00CA0538" w:rsidP="00CA0538">
      <w:pPr>
        <w:jc w:val="both"/>
      </w:pPr>
    </w:p>
    <w:p w:rsidR="00CA0538" w:rsidRPr="00752CC3" w:rsidRDefault="00CA0538" w:rsidP="00CA0538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00752CC3">
        <w:t xml:space="preserve">che il Consiglio Comunale, con atto P.G. </w:t>
      </w:r>
      <w:r w:rsidR="00752CC3" w:rsidRPr="00752CC3">
        <w:t>22794/2020</w:t>
      </w:r>
      <w:r w:rsidRPr="00752CC3">
        <w:t xml:space="preserve"> del </w:t>
      </w:r>
      <w:r w:rsidR="00752CC3" w:rsidRPr="00752CC3">
        <w:t>16/03/2020</w:t>
      </w:r>
      <w:r w:rsidRPr="00752CC3">
        <w:t>, ha approvato il  Bilancio di Previsione 20</w:t>
      </w:r>
      <w:r w:rsidR="00752CC3" w:rsidRPr="00752CC3">
        <w:t>20</w:t>
      </w:r>
      <w:r w:rsidRPr="00752CC3">
        <w:t>-202</w:t>
      </w:r>
      <w:r w:rsidR="00752CC3" w:rsidRPr="00752CC3">
        <w:t>2 ed il Piano Programma 2020</w:t>
      </w:r>
      <w:r w:rsidRPr="00752CC3">
        <w:t>-202</w:t>
      </w:r>
      <w:r w:rsidR="00752CC3" w:rsidRPr="00752CC3">
        <w:t>2</w:t>
      </w:r>
      <w:r w:rsidRPr="00752CC3">
        <w:t xml:space="preserve"> dell’Istituzione dei Servizi Educativi, Scolastici e per le Famiglie;</w:t>
      </w:r>
    </w:p>
    <w:p w:rsidR="00CA0538" w:rsidRPr="00752CC3" w:rsidRDefault="00CA0538" w:rsidP="00CA0538">
      <w:pPr>
        <w:tabs>
          <w:tab w:val="num" w:pos="0"/>
        </w:tabs>
        <w:jc w:val="both"/>
        <w:rPr>
          <w:color w:val="FF0000"/>
        </w:rPr>
      </w:pPr>
    </w:p>
    <w:p w:rsidR="00CA0538" w:rsidRPr="00752CC3" w:rsidRDefault="00CA0538" w:rsidP="00CA0538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00752CC3">
        <w:t xml:space="preserve">che il D. </w:t>
      </w:r>
      <w:proofErr w:type="spellStart"/>
      <w:r w:rsidRPr="00752CC3">
        <w:t>Lgs</w:t>
      </w:r>
      <w:proofErr w:type="spellEnd"/>
      <w:r w:rsidRPr="00752CC3">
        <w:t xml:space="preserve">. 267/2000 all’art. 228, comma 3, dispone che, prima dell’inserimento nel conto del bilancio dei residui attivi e passivi, l’Ente locale provveda all’operazione di </w:t>
      </w:r>
      <w:proofErr w:type="spellStart"/>
      <w:r w:rsidRPr="00752CC3">
        <w:t>riaccertamento</w:t>
      </w:r>
      <w:proofErr w:type="spellEnd"/>
      <w:r w:rsidRPr="00752CC3">
        <w:t xml:space="preserve"> degli stessi, consistente  nella revisione delle ragioni del mantenimento in tutto o in parte dei residui e della corretta imputazione in bilancio, secondo le modalità di cui all’art. 3, comma 4, del D. </w:t>
      </w:r>
      <w:proofErr w:type="spellStart"/>
      <w:r w:rsidRPr="00752CC3">
        <w:t>Lgs</w:t>
      </w:r>
      <w:proofErr w:type="spellEnd"/>
      <w:r w:rsidRPr="00752CC3">
        <w:t>. 118/2011 e successive modificazioni;</w:t>
      </w:r>
    </w:p>
    <w:p w:rsidR="00CA0538" w:rsidRPr="00752CC3" w:rsidRDefault="00CA0538" w:rsidP="00CA0538">
      <w:pPr>
        <w:jc w:val="both"/>
        <w:rPr>
          <w:color w:val="FF0000"/>
        </w:rPr>
      </w:pPr>
    </w:p>
    <w:p w:rsidR="00CA0538" w:rsidRPr="00752CC3" w:rsidRDefault="00CA0538" w:rsidP="00CA0538">
      <w:pPr>
        <w:jc w:val="both"/>
      </w:pPr>
      <w:r w:rsidRPr="00752CC3">
        <w:rPr>
          <w:b/>
        </w:rPr>
        <w:t xml:space="preserve">- </w:t>
      </w:r>
      <w:r w:rsidRPr="00752CC3">
        <w:t xml:space="preserve">che, ai sensi dell’art. 14 del Regolamento dell’Istituzione Scolastica, nelle more della nomina del </w:t>
      </w:r>
      <w:proofErr w:type="spellStart"/>
      <w:r w:rsidRPr="00752CC3">
        <w:t>C.d.A.</w:t>
      </w:r>
      <w:proofErr w:type="spellEnd"/>
      <w:r w:rsidRPr="00752CC3">
        <w:t xml:space="preserve"> o di un Amministratore Unico dell’Istituzione, il Sindaco del Comune di Ferrara ha assunto poteri sostituitivi rispetto agli atti gestionali di competenza del </w:t>
      </w:r>
      <w:proofErr w:type="spellStart"/>
      <w:r w:rsidRPr="00752CC3">
        <w:t>C.d.A</w:t>
      </w:r>
      <w:proofErr w:type="spellEnd"/>
      <w:r w:rsidRPr="00752CC3">
        <w:t xml:space="preserve"> o dell’Amministratore Unico, giusta comunicazione al Consiglio Comunale avvenuta il 30 settembre 2019, (estratto del Verbale della seduta del Consiglio Comunale del 30/9/2019, PG. 122745 del 4/10/2019);</w:t>
      </w:r>
    </w:p>
    <w:p w:rsidR="00CA0538" w:rsidRPr="00752CC3" w:rsidRDefault="00CA0538" w:rsidP="00CA0538">
      <w:pPr>
        <w:tabs>
          <w:tab w:val="num" w:pos="0"/>
        </w:tabs>
        <w:jc w:val="both"/>
      </w:pPr>
    </w:p>
    <w:p w:rsidR="00CA0538" w:rsidRPr="00752CC3" w:rsidRDefault="00CA0538" w:rsidP="00CA0538">
      <w:pPr>
        <w:numPr>
          <w:ilvl w:val="0"/>
          <w:numId w:val="2"/>
        </w:numPr>
        <w:tabs>
          <w:tab w:val="clear" w:pos="720"/>
          <w:tab w:val="num" w:pos="0"/>
        </w:tabs>
        <w:ind w:left="0" w:firstLine="0"/>
        <w:jc w:val="both"/>
      </w:pPr>
      <w:r w:rsidRPr="00752CC3">
        <w:lastRenderedPageBreak/>
        <w:t>che con</w:t>
      </w:r>
      <w:r w:rsidR="00752CC3" w:rsidRPr="00752CC3">
        <w:t xml:space="preserve"> </w:t>
      </w:r>
      <w:r w:rsidRPr="00752CC3">
        <w:t>atto del Sindaco del Comune di Ferrara, n. 6/202</w:t>
      </w:r>
      <w:r w:rsidR="00752CC3" w:rsidRPr="00752CC3">
        <w:t>1</w:t>
      </w:r>
      <w:r w:rsidRPr="00752CC3">
        <w:t xml:space="preserve">, P.G. </w:t>
      </w:r>
      <w:r w:rsidR="00752CC3" w:rsidRPr="00752CC3">
        <w:t>40113</w:t>
      </w:r>
      <w:r w:rsidRPr="00752CC3">
        <w:t xml:space="preserve">, del </w:t>
      </w:r>
      <w:r w:rsidR="00752CC3" w:rsidRPr="00752CC3">
        <w:t>29/03/2021</w:t>
      </w:r>
      <w:r w:rsidRPr="00752CC3">
        <w:t xml:space="preserve">, è stato approvato il </w:t>
      </w:r>
      <w:proofErr w:type="spellStart"/>
      <w:r w:rsidRPr="00752CC3">
        <w:t>riaccertamento</w:t>
      </w:r>
      <w:proofErr w:type="spellEnd"/>
      <w:r w:rsidRPr="00752CC3">
        <w:t xml:space="preserve"> ordinario dei residui ai fini della formazione del rendiconto</w:t>
      </w:r>
      <w:r w:rsidR="00752CC3" w:rsidRPr="00752CC3">
        <w:t xml:space="preserve"> dell’esercizio 2020</w:t>
      </w:r>
      <w:r w:rsidRPr="00752CC3">
        <w:t>;</w:t>
      </w:r>
    </w:p>
    <w:p w:rsidR="003A3816" w:rsidRPr="003A3816" w:rsidRDefault="003A3816" w:rsidP="00CA0538">
      <w:pPr>
        <w:tabs>
          <w:tab w:val="num" w:pos="0"/>
        </w:tabs>
        <w:jc w:val="both"/>
        <w:rPr>
          <w:b/>
        </w:rPr>
      </w:pPr>
    </w:p>
    <w:p w:rsidR="00CA0538" w:rsidRPr="003A3816" w:rsidRDefault="00CA0538" w:rsidP="00CA0538">
      <w:pPr>
        <w:tabs>
          <w:tab w:val="num" w:pos="0"/>
        </w:tabs>
        <w:jc w:val="both"/>
      </w:pPr>
      <w:r w:rsidRPr="003A3816">
        <w:rPr>
          <w:b/>
        </w:rPr>
        <w:t>VISTO</w:t>
      </w:r>
      <w:r w:rsidRPr="003A3816">
        <w:t xml:space="preserve"> l’atto  n.  </w:t>
      </w:r>
      <w:r w:rsidR="00752CC3" w:rsidRPr="003A3816">
        <w:t>8</w:t>
      </w:r>
      <w:r w:rsidRPr="003A3816">
        <w:t>/202</w:t>
      </w:r>
      <w:r w:rsidR="00752CC3" w:rsidRPr="003A3816">
        <w:t>1</w:t>
      </w:r>
      <w:r w:rsidRPr="003A3816">
        <w:t xml:space="preserve"> ,  P.G. n.  </w:t>
      </w:r>
      <w:r w:rsidR="003A3816" w:rsidRPr="003A3816">
        <w:t>48950</w:t>
      </w:r>
      <w:r w:rsidRPr="003A3816">
        <w:t xml:space="preserve"> del   </w:t>
      </w:r>
      <w:r w:rsidR="00752CC3" w:rsidRPr="003A3816">
        <w:t>20/04/2021</w:t>
      </w:r>
      <w:r w:rsidRPr="003A3816">
        <w:t>,  con il quale il Sindaco del Comune di Ferrara ha approvato il Rendi</w:t>
      </w:r>
      <w:r w:rsidR="00752CC3" w:rsidRPr="003A3816">
        <w:t>conto relativo all’esercizio 2020</w:t>
      </w:r>
      <w:r w:rsidRPr="003A3816">
        <w:t xml:space="preserve">,  in esecuzione dell’art. 10 del Regolamento che disciplina il funzionamento dell’Istituzione medesima; </w:t>
      </w:r>
    </w:p>
    <w:p w:rsidR="00007007" w:rsidRDefault="00007007" w:rsidP="00007007">
      <w:pPr>
        <w:tabs>
          <w:tab w:val="num" w:pos="0"/>
        </w:tabs>
        <w:jc w:val="both"/>
        <w:rPr>
          <w:b/>
          <w:color w:val="FF0000"/>
        </w:rPr>
      </w:pPr>
    </w:p>
    <w:p w:rsidR="00CA0538" w:rsidRPr="00752CC3" w:rsidRDefault="00CA0538" w:rsidP="00007007">
      <w:pPr>
        <w:tabs>
          <w:tab w:val="num" w:pos="0"/>
        </w:tabs>
        <w:jc w:val="both"/>
      </w:pPr>
      <w:r w:rsidRPr="003A3816">
        <w:rPr>
          <w:b/>
        </w:rPr>
        <w:t>PRESO ATTO</w:t>
      </w:r>
      <w:r w:rsidR="00007007" w:rsidRPr="003A3816">
        <w:t xml:space="preserve"> </w:t>
      </w:r>
      <w:r w:rsidRPr="003A3816">
        <w:t>che il Rendiconto dell’esercizio 20</w:t>
      </w:r>
      <w:r w:rsidR="00752CC3" w:rsidRPr="003A3816">
        <w:t>20</w:t>
      </w:r>
      <w:r w:rsidRPr="003A3816">
        <w:t xml:space="preserve"> è composto dai documenti previsti dal D.</w:t>
      </w:r>
      <w:r w:rsidRPr="00752CC3">
        <w:t xml:space="preserve"> </w:t>
      </w:r>
      <w:proofErr w:type="spellStart"/>
      <w:r w:rsidRPr="00752CC3">
        <w:t>Lgs</w:t>
      </w:r>
      <w:proofErr w:type="spellEnd"/>
      <w:r w:rsidRPr="00752CC3">
        <w:t>. 118/2011, e successive modifiche ed integrazioni, allegati alla presente quale parte integrante e sostanziale, sintetizzati nei seguenti  prospetti riepilogativi:</w:t>
      </w:r>
    </w:p>
    <w:p w:rsidR="00CA0538" w:rsidRPr="00752CC3" w:rsidRDefault="00CA0538" w:rsidP="00CA0538">
      <w:pPr>
        <w:jc w:val="both"/>
        <w:rPr>
          <w:color w:val="FF0000"/>
        </w:rPr>
        <w:sectPr w:rsidR="00CA0538" w:rsidRPr="00752CC3" w:rsidSect="00CD700D">
          <w:footerReference w:type="default" r:id="rId7"/>
          <w:headerReference w:type="first" r:id="rId8"/>
          <w:footerReference w:type="first" r:id="rId9"/>
          <w:pgSz w:w="11906" w:h="16838"/>
          <w:pgMar w:top="1418" w:right="1134" w:bottom="1843" w:left="1134" w:header="709" w:footer="958" w:gutter="0"/>
          <w:cols w:space="708"/>
          <w:docGrid w:linePitch="360"/>
        </w:sectPr>
      </w:pPr>
    </w:p>
    <w:p w:rsidR="00CA0538" w:rsidRPr="00752CC3" w:rsidRDefault="00CA0538" w:rsidP="00CA0538">
      <w:pPr>
        <w:framePr w:w="5700" w:h="251" w:wrap="auto" w:vAnchor="page" w:hAnchor="page" w:x="10241" w:y="841"/>
        <w:widowControl w:val="0"/>
        <w:autoSpaceDE w:val="0"/>
        <w:autoSpaceDN w:val="0"/>
        <w:adjustRightInd w:val="0"/>
        <w:jc w:val="right"/>
        <w:rPr>
          <w:rFonts w:ascii="sansserif" w:hAnsi="sansserif"/>
          <w:color w:val="FF0000"/>
        </w:rPr>
      </w:pPr>
      <w:bookmarkStart w:id="0" w:name="JR_PAGE_ANCHOR_0_1"/>
      <w:bookmarkEnd w:id="0"/>
      <w:r w:rsidRPr="00752CC3">
        <w:rPr>
          <w:noProof/>
          <w:color w:val="FF0000"/>
        </w:rPr>
        <w:lastRenderedPageBreak/>
        <w:t xml:space="preserve"> </w:t>
      </w:r>
    </w:p>
    <w:p w:rsidR="00CA0538" w:rsidRPr="00752CC3" w:rsidRDefault="00CA0538" w:rsidP="00CA0538">
      <w:pPr>
        <w:framePr w:w="400" w:h="183" w:wrap="auto" w:vAnchor="page" w:hAnchor="page" w:x="15481" w:y="10701"/>
        <w:widowControl w:val="0"/>
        <w:autoSpaceDE w:val="0"/>
        <w:autoSpaceDN w:val="0"/>
        <w:adjustRightInd w:val="0"/>
        <w:rPr>
          <w:rFonts w:ascii="sansserif" w:hAnsi="sansserif"/>
          <w:color w:val="FF0000"/>
        </w:rPr>
      </w:pPr>
    </w:p>
    <w:p w:rsidR="00CA0538" w:rsidRPr="00752CC3" w:rsidRDefault="00CA0538" w:rsidP="00CA0538">
      <w:pPr>
        <w:framePr w:w="4400" w:h="183" w:wrap="auto" w:vAnchor="page" w:hAnchor="page" w:x="11101" w:y="10701"/>
        <w:widowControl w:val="0"/>
        <w:autoSpaceDE w:val="0"/>
        <w:autoSpaceDN w:val="0"/>
        <w:adjustRightInd w:val="0"/>
        <w:jc w:val="right"/>
        <w:rPr>
          <w:rFonts w:ascii="sansserif" w:hAnsi="sansserif"/>
          <w:color w:val="FF0000"/>
        </w:rPr>
      </w:pPr>
      <w:r w:rsidRPr="00752CC3">
        <w:rPr>
          <w:rFonts w:ascii="Arial" w:hAnsi="Arial" w:cs="Arial"/>
          <w:i/>
          <w:iCs/>
          <w:color w:val="FF0000"/>
          <w:sz w:val="16"/>
          <w:szCs w:val="16"/>
        </w:rPr>
        <w:t>Pagina 1 di</w:t>
      </w:r>
    </w:p>
    <w:p w:rsidR="00CA0538" w:rsidRPr="00752CC3" w:rsidRDefault="00CA0538" w:rsidP="00CA0538">
      <w:pPr>
        <w:framePr w:w="4400" w:h="183" w:wrap="auto" w:vAnchor="page" w:hAnchor="page" w:x="901" w:y="10701"/>
        <w:widowControl w:val="0"/>
        <w:autoSpaceDE w:val="0"/>
        <w:autoSpaceDN w:val="0"/>
        <w:adjustRightInd w:val="0"/>
        <w:rPr>
          <w:rFonts w:ascii="sansserif" w:hAnsi="sansserif"/>
          <w:color w:val="FF0000"/>
        </w:rPr>
      </w:pPr>
      <w:r w:rsidRPr="00752CC3">
        <w:rPr>
          <w:noProof/>
          <w:color w:val="FF0000"/>
        </w:rPr>
        <w:pict>
          <v:rect id="_x0000_s1345" style="position:absolute;margin-left:187.9pt;margin-top:326.7pt;width:612.1pt;height:160.3pt;z-index:-251695104;mso-position-horizontal-relative:page;mso-position-vertical-relative:page" o:allowincell="f" filled="f" stroked="f" strokeweight="0">
            <w10:wrap anchorx="page" anchory="page"/>
          </v:rect>
        </w:pict>
      </w:r>
      <w:r w:rsidRPr="00752CC3">
        <w:rPr>
          <w:rFonts w:ascii="Arial" w:hAnsi="Arial" w:cs="Arial"/>
          <w:i/>
          <w:iCs/>
          <w:color w:val="FF0000"/>
          <w:sz w:val="16"/>
          <w:szCs w:val="16"/>
        </w:rPr>
        <w:t>Conto di bilancio: esercizio 2018</w:t>
      </w:r>
    </w:p>
    <w:p w:rsidR="008C6E80" w:rsidRDefault="008C6E80" w:rsidP="008C6E80">
      <w:pPr>
        <w:framePr w:w="9140" w:h="301" w:wrap="auto" w:vAnchor="page" w:hAnchor="page" w:x="3781" w:y="1390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</w:rPr>
        <w:t>CONTO DEL BILANCIO - RIEPILOGO GENERALE DELLE ENTRATE</w:t>
      </w:r>
    </w:p>
    <w:p w:rsidR="008C6E80" w:rsidRDefault="008C6E80" w:rsidP="008C6E80">
      <w:pPr>
        <w:framePr w:w="2380" w:h="176" w:wrap="auto" w:vAnchor="page" w:hAnchor="page" w:x="841" w:y="278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TITOLO</w:t>
      </w:r>
    </w:p>
    <w:p w:rsidR="008C6E80" w:rsidRDefault="008C6E80" w:rsidP="008C6E80">
      <w:pPr>
        <w:framePr w:w="5220" w:h="176" w:wrap="auto" w:vAnchor="page" w:hAnchor="page" w:x="3221" w:y="278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DENOMINAZIONE</w:t>
      </w:r>
    </w:p>
    <w:p w:rsidR="008C6E80" w:rsidRDefault="008C6E80" w:rsidP="008C6E80">
      <w:pPr>
        <w:framePr w:w="1500" w:h="528" w:wrap="auto" w:vAnchor="page" w:hAnchor="page" w:x="14481" w:y="32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TOTALE RESIDUI ATTIVI DA RIPORT.  (TR=EP+EC)</w:t>
      </w:r>
    </w:p>
    <w:p w:rsidR="008C6E80" w:rsidRDefault="008C6E80" w:rsidP="008C6E80">
      <w:pPr>
        <w:framePr w:w="1500" w:h="528" w:wrap="auto" w:vAnchor="page" w:hAnchor="page" w:x="14481" w:y="26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485" style="position:absolute;left:0;text-align:left;z-index:-251694080;mso-position-horizontal-relative:page;mso-position-vertical-relative:page" from="42pt,97pt" to="799pt,97pt" o:allowincell="f" strokeweight="1pt">
            <w10:wrap anchorx="page" anchory="page"/>
          </v:line>
        </w:pict>
      </w:r>
      <w:r>
        <w:rPr>
          <w:noProof/>
        </w:rPr>
        <w:pict>
          <v:line id="_x0000_s1486" style="position:absolute;left:0;text-align:left;z-index:-251693056;mso-position-horizontal-relative:page;mso-position-vertical-relative:page" from="42pt,189pt" to="799pt,189pt" o:allowincell="f" strokeweight="1pt">
            <w10:wrap anchorx="page" anchory="page"/>
          </v:line>
        </w:pict>
      </w:r>
      <w:r>
        <w:rPr>
          <w:noProof/>
        </w:rPr>
        <w:pict>
          <v:line id="_x0000_s1487" style="position:absolute;left:0;text-align:left;z-index:-251692032;mso-position-horizontal-relative:page;mso-position-vertical-relative:page" from="42pt,97pt" to="42pt,189pt" o:allowincell="f" strokeweight="1pt">
            <w10:wrap anchorx="page" anchory="page"/>
          </v:line>
        </w:pict>
      </w:r>
      <w:r>
        <w:rPr>
          <w:noProof/>
        </w:rPr>
        <w:pict>
          <v:line id="_x0000_s1488" style="position:absolute;left:0;text-align:left;z-index:-251691008;mso-position-horizontal-relative:page;mso-position-vertical-relative:page" from="161pt,98pt" to="161pt,189pt" o:allowincell="f" strokeweight="1pt">
            <w10:wrap anchorx="page" anchory="page"/>
          </v:line>
        </w:pict>
      </w:r>
      <w:r>
        <w:rPr>
          <w:noProof/>
        </w:rPr>
        <w:pict>
          <v:line id="_x0000_s1489" style="position:absolute;left:0;text-align:left;z-index:-251689984;mso-position-horizontal-relative:page;mso-position-vertical-relative:page" from="799pt,97pt" to="799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 xml:space="preserve">RESIDUI ATTIVI DA ESERCIZIO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t xml:space="preserve">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COMP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t>. (EC=A-RC)</w:t>
      </w:r>
    </w:p>
    <w:p w:rsidR="008C6E80" w:rsidRDefault="008C6E80" w:rsidP="008C6E80">
      <w:pPr>
        <w:framePr w:w="1500" w:h="528" w:wrap="auto" w:vAnchor="page" w:hAnchor="page" w:x="14481" w:y="199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RESIDUI ATTIVI DA ESERCIZI PREC. (EP=RS-RR+R)</w:t>
      </w:r>
    </w:p>
    <w:p w:rsidR="008C6E80" w:rsidRDefault="008C6E80" w:rsidP="008C6E80">
      <w:pPr>
        <w:framePr w:w="1500" w:h="528" w:wrap="auto" w:vAnchor="page" w:hAnchor="page" w:x="11481" w:y="32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490" style="position:absolute;left:0;text-align:left;z-index:-251688960;mso-position-horizontal-relative:page;mso-position-vertical-relative:page" from="724pt,128pt" to="799pt,128pt" o:allowincell="f" strokeweight="1pt">
            <w10:wrap anchorx="page" anchory="page"/>
          </v:line>
        </w:pict>
      </w:r>
      <w:r>
        <w:rPr>
          <w:noProof/>
        </w:rPr>
        <w:pict>
          <v:line id="_x0000_s1491" style="position:absolute;left:0;text-align:left;z-index:-251687936;mso-position-horizontal-relative:page;mso-position-vertical-relative:page" from="724pt,159pt" to="799pt,159pt" o:allowincell="f" strokeweight="1pt">
            <w10:wrap anchorx="page" anchory="page"/>
          </v:line>
        </w:pict>
      </w:r>
      <w:r>
        <w:rPr>
          <w:noProof/>
        </w:rPr>
        <w:pict>
          <v:line id="_x0000_s1492" style="position:absolute;left:0;text-align:left;z-index:-251686912;mso-position-horizontal-relative:page;mso-position-vertical-relative:page" from="724pt,98pt" to="724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 xml:space="preserve">MAGGIORI O MINORI ENTRATE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br/>
        <w:t>CASSA (TR-CS)</w:t>
      </w:r>
    </w:p>
    <w:p w:rsidR="008C6E80" w:rsidRDefault="008C6E80" w:rsidP="008C6E80">
      <w:pPr>
        <w:framePr w:w="1500" w:h="176" w:wrap="auto" w:vAnchor="page" w:hAnchor="page" w:x="11481" w:y="27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ACCERTAMENTI (A)</w:t>
      </w:r>
    </w:p>
    <w:p w:rsidR="008C6E80" w:rsidRDefault="008C6E80" w:rsidP="008C6E80">
      <w:pPr>
        <w:framePr w:w="1500" w:h="352" w:wrap="auto" w:vAnchor="page" w:hAnchor="page" w:x="11481" w:y="2085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RIACCERTAMENTI RESIDUI (R)</w:t>
      </w:r>
    </w:p>
    <w:p w:rsidR="008C6E80" w:rsidRDefault="008C6E80" w:rsidP="008C6E80">
      <w:pPr>
        <w:framePr w:w="1500" w:h="528" w:wrap="auto" w:vAnchor="page" w:hAnchor="page" w:x="12981" w:y="260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493" style="position:absolute;left:0;text-align:left;z-index:-251685888;mso-position-horizontal-relative:page;mso-position-vertical-relative:page" from="574pt,98pt" to="574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 xml:space="preserve">MAGGIORI O MINORI ENTRATE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br/>
        <w:t>COMPETENZA (A-CP)</w:t>
      </w:r>
    </w:p>
    <w:p w:rsidR="008C6E80" w:rsidRDefault="008C6E80" w:rsidP="008C6E80">
      <w:pPr>
        <w:framePr w:w="1500" w:h="528" w:wrap="auto" w:vAnchor="page" w:hAnchor="page" w:x="9961" w:y="32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494" style="position:absolute;left:0;text-align:left;z-index:-251684864;mso-position-horizontal-relative:page;mso-position-vertical-relative:page" from="649pt,98pt" to="649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>TOTALE RISCOSSIONI</w:t>
      </w:r>
      <w:r>
        <w:rPr>
          <w:rFonts w:ascii="sansserif" w:hAnsi="sansserif" w:cs="sansserif"/>
          <w:color w:val="000000"/>
          <w:sz w:val="14"/>
          <w:szCs w:val="14"/>
        </w:rPr>
        <w:br/>
        <w:t>(TR = RR + RC)</w:t>
      </w:r>
    </w:p>
    <w:p w:rsidR="008C6E80" w:rsidRDefault="008C6E80" w:rsidP="008C6E80">
      <w:pPr>
        <w:framePr w:w="1500" w:h="352" w:wrap="auto" w:vAnchor="page" w:hAnchor="page" w:x="9961" w:y="2705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RISCOSSIONI IN C/COMPETENZA (RC)</w:t>
      </w:r>
    </w:p>
    <w:p w:rsidR="008C6E80" w:rsidRDefault="008C6E80" w:rsidP="008C6E80">
      <w:pPr>
        <w:framePr w:w="1500" w:h="352" w:wrap="auto" w:vAnchor="page" w:hAnchor="page" w:x="9961" w:y="2085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RISCOSSIONI IN C/RESIDUI (RR)</w:t>
      </w:r>
    </w:p>
    <w:p w:rsidR="008C6E80" w:rsidRDefault="008C6E80" w:rsidP="008C6E80">
      <w:pPr>
        <w:framePr w:w="1500" w:h="528" w:wrap="auto" w:vAnchor="page" w:hAnchor="page" w:x="8461" w:y="32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495" style="position:absolute;left:0;text-align:left;z-index:-251683840;mso-position-horizontal-relative:page;mso-position-vertical-relative:page" from="498pt,98pt" to="498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 xml:space="preserve">PREVISIONI DEFINITIVE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t xml:space="preserve"> CASSA (CS)</w:t>
      </w:r>
    </w:p>
    <w:p w:rsidR="008C6E80" w:rsidRDefault="008C6E80" w:rsidP="008C6E80">
      <w:pPr>
        <w:framePr w:w="1500" w:h="528" w:wrap="auto" w:vAnchor="page" w:hAnchor="page" w:x="8461" w:y="26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 xml:space="preserve">PREVISIONI DEFINITIVE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t xml:space="preserve"> COMPETENZA (CP)</w:t>
      </w:r>
    </w:p>
    <w:p w:rsidR="008C6E80" w:rsidRDefault="008C6E80" w:rsidP="008C6E80">
      <w:pPr>
        <w:framePr w:w="1500" w:h="352" w:wrap="auto" w:vAnchor="page" w:hAnchor="page" w:x="8461" w:y="2085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RESIDUI ATTIVI AL 1/1/2020 (RS)</w:t>
      </w:r>
    </w:p>
    <w:p w:rsidR="008C6E80" w:rsidRDefault="008C6E80" w:rsidP="008C6E80">
      <w:pPr>
        <w:framePr w:w="4980" w:h="176" w:wrap="auto" w:vAnchor="page" w:hAnchor="page" w:x="3301" w:y="395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496" style="position:absolute;z-index:-251682816;mso-position-horizontal-relative:page;mso-position-vertical-relative:page" from="423pt,128pt" to="649pt,128pt" o:allowincell="f" strokeweight="1pt">
            <w10:wrap anchorx="page" anchory="page"/>
          </v:line>
        </w:pict>
      </w:r>
      <w:r>
        <w:rPr>
          <w:noProof/>
        </w:rPr>
        <w:pict>
          <v:line id="_x0000_s1497" style="position:absolute;z-index:-251681792;mso-position-horizontal-relative:page;mso-position-vertical-relative:page" from="423pt,159pt" to="649pt,159pt" o:allowincell="f" strokeweight="1pt">
            <w10:wrap anchorx="page" anchory="page"/>
          </v:line>
        </w:pict>
      </w:r>
      <w:r>
        <w:rPr>
          <w:noProof/>
        </w:rPr>
        <w:pict>
          <v:line id="_x0000_s1498" style="position:absolute;z-index:-251680768;mso-position-horizontal-relative:page;mso-position-vertical-relative:page" from="422pt,98pt" to="422pt,189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4"/>
          <w:szCs w:val="14"/>
        </w:rPr>
        <w:t>FONDO PLURIENNALE VINCOLATO PER SPESE CORRENTI</w:t>
      </w:r>
    </w:p>
    <w:p w:rsidR="008C6E80" w:rsidRDefault="008C6E80" w:rsidP="008C6E80">
      <w:pPr>
        <w:framePr w:w="4980" w:h="176" w:wrap="auto" w:vAnchor="page" w:hAnchor="page" w:x="3301" w:y="423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FONDO PLURIENNALE VINCOLATO PER SPESE IN CONTO CAPITALE</w:t>
      </w:r>
    </w:p>
    <w:p w:rsidR="008C6E80" w:rsidRDefault="008C6E80" w:rsidP="008C6E80">
      <w:pPr>
        <w:framePr w:w="4980" w:h="176" w:wrap="auto" w:vAnchor="page" w:hAnchor="page" w:x="3301" w:y="451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 xml:space="preserve">UTILIZZO AVANZO </w:t>
      </w:r>
      <w:proofErr w:type="spellStart"/>
      <w:r>
        <w:rPr>
          <w:rFonts w:ascii="sansserif" w:hAnsi="sansserif" w:cs="sansserif"/>
          <w:b/>
          <w:bCs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b/>
          <w:bCs/>
          <w:color w:val="000000"/>
          <w:sz w:val="14"/>
          <w:szCs w:val="14"/>
        </w:rPr>
        <w:t xml:space="preserve"> AMMINISTRAZIONE</w:t>
      </w:r>
    </w:p>
    <w:p w:rsidR="008C6E80" w:rsidRDefault="008C6E80" w:rsidP="008C6E80">
      <w:pPr>
        <w:framePr w:w="1100" w:h="176" w:wrap="auto" w:vAnchor="page" w:hAnchor="page" w:x="8821" w:y="39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1100" w:h="176" w:wrap="auto" w:vAnchor="page" w:hAnchor="page" w:x="8821" w:y="423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1100" w:h="176" w:wrap="auto" w:vAnchor="page" w:hAnchor="page" w:x="8821" w:y="451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1.070.468,12</w:t>
      </w:r>
    </w:p>
    <w:p w:rsidR="008C6E80" w:rsidRDefault="008C6E80" w:rsidP="008C6E80">
      <w:pPr>
        <w:framePr w:w="360" w:h="176" w:wrap="auto" w:vAnchor="page" w:hAnchor="page" w:x="8461" w:y="39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423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451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4980" w:h="176" w:wrap="auto" w:vAnchor="page" w:hAnchor="page" w:x="3301" w:y="479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499" style="position:absolute;z-index:-251679744;mso-position-horizontal-relative:page;mso-position-vertical-relative:page" from="42pt,190pt" to="42pt,251pt" o:allowincell="f" strokeweight="1pt">
            <w10:wrap anchorx="page" anchory="page"/>
          </v:line>
        </w:pict>
      </w:r>
      <w:r>
        <w:rPr>
          <w:noProof/>
        </w:rPr>
        <w:pict>
          <v:line id="_x0000_s1500" style="position:absolute;z-index:-251678720;mso-position-horizontal-relative:page;mso-position-vertical-relative:page" from="799pt,190pt" to="799pt,251pt" o:allowincell="f" strokeweight="1pt">
            <w10:wrap anchorx="page" anchory="page"/>
          </v:line>
        </w:pict>
      </w:r>
      <w:r>
        <w:rPr>
          <w:rFonts w:ascii="sansserif" w:hAnsi="sansserif" w:cs="sansserif"/>
          <w:i/>
          <w:iCs/>
          <w:color w:val="000000"/>
          <w:sz w:val="14"/>
          <w:szCs w:val="14"/>
        </w:rPr>
        <w:t>- di cui Utilizzo Fondo anticipazioni di liquidità</w:t>
      </w:r>
    </w:p>
    <w:p w:rsidR="008C6E80" w:rsidRDefault="008C6E80" w:rsidP="008C6E80">
      <w:pPr>
        <w:framePr w:w="360" w:h="176" w:wrap="auto" w:vAnchor="page" w:hAnchor="page" w:x="8461" w:y="47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1100" w:h="176" w:wrap="auto" w:vAnchor="page" w:hAnchor="page" w:x="8821" w:y="47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1900" w:h="176" w:wrap="auto" w:vAnchor="page" w:hAnchor="page" w:x="1241" w:y="53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501" style="position:absolute;z-index:-251677696;mso-position-horizontal-relative:page;mso-position-vertical-relative:page" from="42pt,251pt" to="42pt,311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4"/>
          <w:szCs w:val="14"/>
        </w:rPr>
        <w:t>TITOLO 2:</w:t>
      </w:r>
    </w:p>
    <w:p w:rsidR="008C6E80" w:rsidRDefault="008C6E80" w:rsidP="008C6E80">
      <w:pPr>
        <w:framePr w:w="4940" w:h="176" w:wrap="auto" w:vAnchor="page" w:hAnchor="page" w:x="3341" w:y="53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Trasferimenti correnti</w:t>
      </w:r>
    </w:p>
    <w:p w:rsidR="008C6E80" w:rsidRDefault="008C6E80" w:rsidP="008C6E80">
      <w:pPr>
        <w:framePr w:w="1100" w:h="176" w:wrap="auto" w:vAnchor="page" w:hAnchor="page" w:x="8821" w:y="53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noProof/>
        </w:rPr>
        <w:pict>
          <v:line id="_x0000_s1502" style="position:absolute;left:0;text-align:left;z-index:-251676672;mso-position-horizontal-relative:page;mso-position-vertical-relative:page" from="799pt,251pt" to="799pt,311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>1.732.651,92</w:t>
      </w:r>
    </w:p>
    <w:p w:rsidR="008C6E80" w:rsidRDefault="008C6E80" w:rsidP="008C6E80">
      <w:pPr>
        <w:framePr w:w="1100" w:h="176" w:wrap="auto" w:vAnchor="page" w:hAnchor="page" w:x="8821" w:y="55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11.103.520,85</w:t>
      </w:r>
    </w:p>
    <w:p w:rsidR="008C6E80" w:rsidRDefault="008C6E80" w:rsidP="008C6E80">
      <w:pPr>
        <w:framePr w:w="1100" w:h="176" w:wrap="auto" w:vAnchor="page" w:hAnchor="page" w:x="8821" w:y="5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12.836.238,67</w:t>
      </w:r>
    </w:p>
    <w:p w:rsidR="008C6E80" w:rsidRDefault="008C6E80" w:rsidP="008C6E80">
      <w:pPr>
        <w:framePr w:w="360" w:h="176" w:wrap="auto" w:vAnchor="page" w:hAnchor="page" w:x="8461" w:y="53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RS</w:t>
      </w:r>
    </w:p>
    <w:p w:rsidR="008C6E80" w:rsidRDefault="008C6E80" w:rsidP="008C6E80">
      <w:pPr>
        <w:framePr w:w="360" w:h="176" w:wrap="auto" w:vAnchor="page" w:hAnchor="page" w:x="8461" w:y="55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5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CS</w:t>
      </w:r>
    </w:p>
    <w:p w:rsidR="008C6E80" w:rsidRDefault="008C6E80" w:rsidP="008C6E80">
      <w:pPr>
        <w:framePr w:w="1100" w:h="176" w:wrap="auto" w:vAnchor="page" w:hAnchor="page" w:x="10321" w:y="53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1.517.110,72</w:t>
      </w:r>
    </w:p>
    <w:p w:rsidR="008C6E80" w:rsidRDefault="008C6E80" w:rsidP="008C6E80">
      <w:pPr>
        <w:framePr w:w="1100" w:h="176" w:wrap="auto" w:vAnchor="page" w:hAnchor="page" w:x="10321" w:y="55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7.240.894,17</w:t>
      </w:r>
    </w:p>
    <w:p w:rsidR="008C6E80" w:rsidRDefault="008C6E80" w:rsidP="008C6E80">
      <w:pPr>
        <w:framePr w:w="1100" w:h="176" w:wrap="auto" w:vAnchor="page" w:hAnchor="page" w:x="10321" w:y="5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8.758.004,89</w:t>
      </w:r>
    </w:p>
    <w:p w:rsidR="008C6E80" w:rsidRDefault="008C6E80" w:rsidP="008C6E80">
      <w:pPr>
        <w:framePr w:w="360" w:h="176" w:wrap="auto" w:vAnchor="page" w:hAnchor="page" w:x="9961" w:y="53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RR</w:t>
      </w:r>
    </w:p>
    <w:p w:rsidR="008C6E80" w:rsidRDefault="008C6E80" w:rsidP="008C6E80">
      <w:pPr>
        <w:framePr w:w="360" w:h="176" w:wrap="auto" w:vAnchor="page" w:hAnchor="page" w:x="9961" w:y="55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RC</w:t>
      </w:r>
    </w:p>
    <w:p w:rsidR="008C6E80" w:rsidRDefault="008C6E80" w:rsidP="008C6E80">
      <w:pPr>
        <w:framePr w:w="360" w:h="176" w:wrap="auto" w:vAnchor="page" w:hAnchor="page" w:x="9961" w:y="5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TR</w:t>
      </w:r>
    </w:p>
    <w:p w:rsidR="008C6E80" w:rsidRDefault="008C6E80" w:rsidP="008C6E80">
      <w:pPr>
        <w:framePr w:w="1100" w:h="176" w:wrap="auto" w:vAnchor="page" w:hAnchor="page" w:x="11841" w:y="55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10.855.919,72</w:t>
      </w:r>
    </w:p>
    <w:p w:rsidR="008C6E80" w:rsidRDefault="008C6E80" w:rsidP="008C6E80">
      <w:pPr>
        <w:framePr w:w="1100" w:h="176" w:wrap="auto" w:vAnchor="page" w:hAnchor="page" w:x="13361" w:y="55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-247.601,13</w:t>
      </w:r>
    </w:p>
    <w:p w:rsidR="008C6E80" w:rsidRDefault="008C6E80" w:rsidP="008C6E80">
      <w:pPr>
        <w:framePr w:w="1100" w:h="176" w:wrap="auto" w:vAnchor="page" w:hAnchor="page" w:x="11841" w:y="5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-4.078.233,78</w:t>
      </w:r>
    </w:p>
    <w:p w:rsidR="008C6E80" w:rsidRDefault="008C6E80" w:rsidP="008C6E80">
      <w:pPr>
        <w:framePr w:w="360" w:h="176" w:wrap="auto" w:vAnchor="page" w:hAnchor="page" w:x="11481" w:y="55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A</w:t>
      </w:r>
    </w:p>
    <w:p w:rsidR="008C6E80" w:rsidRDefault="008C6E80" w:rsidP="008C6E80">
      <w:pPr>
        <w:framePr w:w="360" w:h="176" w:wrap="auto" w:vAnchor="page" w:hAnchor="page" w:x="13001" w:y="55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11481" w:y="5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CS</w:t>
      </w:r>
    </w:p>
    <w:p w:rsidR="008C6E80" w:rsidRDefault="008C6E80" w:rsidP="008C6E80">
      <w:pPr>
        <w:framePr w:w="360" w:h="176" w:wrap="auto" w:vAnchor="page" w:hAnchor="page" w:x="11481" w:y="53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</w:t>
      </w:r>
    </w:p>
    <w:p w:rsidR="008C6E80" w:rsidRDefault="008C6E80" w:rsidP="008C6E80">
      <w:pPr>
        <w:framePr w:w="1100" w:h="176" w:wrap="auto" w:vAnchor="page" w:hAnchor="page" w:x="11841" w:y="53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-81.581,31</w:t>
      </w:r>
    </w:p>
    <w:p w:rsidR="008C6E80" w:rsidRDefault="008C6E80" w:rsidP="008C6E80">
      <w:pPr>
        <w:framePr w:w="1100" w:h="176" w:wrap="auto" w:vAnchor="page" w:hAnchor="page" w:x="14861" w:y="5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3.748.985,44</w:t>
      </w:r>
    </w:p>
    <w:p w:rsidR="008C6E80" w:rsidRDefault="008C6E80" w:rsidP="008C6E80">
      <w:pPr>
        <w:framePr w:w="360" w:h="176" w:wrap="auto" w:vAnchor="page" w:hAnchor="page" w:x="14501" w:y="5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TR</w:t>
      </w:r>
    </w:p>
    <w:p w:rsidR="008C6E80" w:rsidRDefault="008C6E80" w:rsidP="008C6E80">
      <w:pPr>
        <w:framePr w:w="360" w:h="176" w:wrap="auto" w:vAnchor="page" w:hAnchor="page" w:x="14501" w:y="55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EC</w:t>
      </w:r>
    </w:p>
    <w:p w:rsidR="008C6E80" w:rsidRDefault="008C6E80" w:rsidP="008C6E80">
      <w:pPr>
        <w:framePr w:w="360" w:h="176" w:wrap="auto" w:vAnchor="page" w:hAnchor="page" w:x="14501" w:y="53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EP</w:t>
      </w:r>
    </w:p>
    <w:p w:rsidR="008C6E80" w:rsidRDefault="008C6E80" w:rsidP="008C6E80">
      <w:pPr>
        <w:framePr w:w="1100" w:h="176" w:wrap="auto" w:vAnchor="page" w:hAnchor="page" w:x="14861" w:y="53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133.959,89</w:t>
      </w:r>
    </w:p>
    <w:p w:rsidR="008C6E80" w:rsidRDefault="008C6E80" w:rsidP="008C6E80">
      <w:pPr>
        <w:framePr w:w="1100" w:h="176" w:wrap="auto" w:vAnchor="page" w:hAnchor="page" w:x="14861" w:y="55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3.615.025,55</w:t>
      </w:r>
    </w:p>
    <w:p w:rsidR="008C6E80" w:rsidRDefault="008C6E80" w:rsidP="008C6E80">
      <w:pPr>
        <w:framePr w:w="1900" w:h="176" w:wrap="auto" w:vAnchor="page" w:hAnchor="page" w:x="1241" w:y="65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503" style="position:absolute;z-index:-251675648;mso-position-horizontal-relative:page;mso-position-vertical-relative:page" from="42pt,262pt" to="799pt,262pt" o:allowincell="f" strokeweight="1pt">
            <w10:wrap anchorx="page" anchory="page"/>
          </v:line>
        </w:pict>
      </w:r>
      <w:r>
        <w:rPr>
          <w:noProof/>
        </w:rPr>
        <w:pict>
          <v:line id="_x0000_s1504" style="position:absolute;z-index:-251674624;mso-position-horizontal-relative:page;mso-position-vertical-relative:page" from="42pt,302pt" to="799pt,302pt" o:allowincell="f" strokeweight="1pt">
            <w10:wrap anchorx="page" anchory="page"/>
          </v:line>
        </w:pict>
      </w:r>
      <w:r>
        <w:rPr>
          <w:noProof/>
        </w:rPr>
        <w:pict>
          <v:line id="_x0000_s1505" style="position:absolute;z-index:-251673600;mso-position-horizontal-relative:page;mso-position-vertical-relative:page" from="42pt,311pt" to="42pt,371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4"/>
          <w:szCs w:val="14"/>
        </w:rPr>
        <w:t>TITOLO 3:</w:t>
      </w:r>
    </w:p>
    <w:p w:rsidR="008C6E80" w:rsidRDefault="008C6E80" w:rsidP="008C6E80">
      <w:pPr>
        <w:framePr w:w="4940" w:h="176" w:wrap="auto" w:vAnchor="page" w:hAnchor="page" w:x="3341" w:y="65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Entrate extratributarie</w:t>
      </w:r>
    </w:p>
    <w:p w:rsidR="008C6E80" w:rsidRDefault="008C6E80" w:rsidP="008C6E80">
      <w:pPr>
        <w:framePr w:w="1100" w:h="176" w:wrap="auto" w:vAnchor="page" w:hAnchor="page" w:x="8821" w:y="65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noProof/>
        </w:rPr>
        <w:pict>
          <v:line id="_x0000_s1506" style="position:absolute;left:0;text-align:left;z-index:-251672576;mso-position-horizontal-relative:page;mso-position-vertical-relative:page" from="799pt,311pt" to="799pt,371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>2.726.886,44</w:t>
      </w:r>
    </w:p>
    <w:p w:rsidR="008C6E80" w:rsidRDefault="008C6E80" w:rsidP="008C6E80">
      <w:pPr>
        <w:framePr w:w="1100" w:h="176" w:wrap="auto" w:vAnchor="page" w:hAnchor="page" w:x="8821" w:y="6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2.469.727,28</w:t>
      </w:r>
    </w:p>
    <w:p w:rsidR="008C6E80" w:rsidRDefault="008C6E80" w:rsidP="008C6E80">
      <w:pPr>
        <w:framePr w:w="1100" w:h="176" w:wrap="auto" w:vAnchor="page" w:hAnchor="page" w:x="8821" w:y="69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4.701.650,40</w:t>
      </w:r>
    </w:p>
    <w:p w:rsidR="008C6E80" w:rsidRDefault="008C6E80" w:rsidP="008C6E80">
      <w:pPr>
        <w:framePr w:w="360" w:h="176" w:wrap="auto" w:vAnchor="page" w:hAnchor="page" w:x="8461" w:y="65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RS</w:t>
      </w:r>
    </w:p>
    <w:p w:rsidR="008C6E80" w:rsidRDefault="008C6E80" w:rsidP="008C6E80">
      <w:pPr>
        <w:framePr w:w="360" w:h="176" w:wrap="auto" w:vAnchor="page" w:hAnchor="page" w:x="8461" w:y="6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69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CS</w:t>
      </w:r>
    </w:p>
    <w:p w:rsidR="008C6E80" w:rsidRDefault="008C6E80" w:rsidP="008C6E80">
      <w:pPr>
        <w:framePr w:w="1100" w:h="176" w:wrap="auto" w:vAnchor="page" w:hAnchor="page" w:x="10321" w:y="65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892.638,81</w:t>
      </w:r>
    </w:p>
    <w:p w:rsidR="008C6E80" w:rsidRDefault="008C6E80" w:rsidP="008C6E80">
      <w:pPr>
        <w:framePr w:w="1100" w:h="176" w:wrap="auto" w:vAnchor="page" w:hAnchor="page" w:x="10321" w:y="6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1.374.977,92</w:t>
      </w:r>
    </w:p>
    <w:p w:rsidR="008C6E80" w:rsidRDefault="008C6E80" w:rsidP="008C6E80">
      <w:pPr>
        <w:framePr w:w="1100" w:h="176" w:wrap="auto" w:vAnchor="page" w:hAnchor="page" w:x="10321" w:y="69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2.267.616,73</w:t>
      </w:r>
    </w:p>
    <w:p w:rsidR="008C6E80" w:rsidRDefault="008C6E80" w:rsidP="008C6E80">
      <w:pPr>
        <w:framePr w:w="360" w:h="176" w:wrap="auto" w:vAnchor="page" w:hAnchor="page" w:x="9961" w:y="65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RR</w:t>
      </w:r>
    </w:p>
    <w:p w:rsidR="008C6E80" w:rsidRDefault="008C6E80" w:rsidP="008C6E80">
      <w:pPr>
        <w:framePr w:w="360" w:h="176" w:wrap="auto" w:vAnchor="page" w:hAnchor="page" w:x="9961" w:y="6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RC</w:t>
      </w:r>
    </w:p>
    <w:p w:rsidR="008C6E80" w:rsidRDefault="008C6E80" w:rsidP="008C6E80">
      <w:pPr>
        <w:framePr w:w="360" w:h="176" w:wrap="auto" w:vAnchor="page" w:hAnchor="page" w:x="9961" w:y="69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TR</w:t>
      </w:r>
    </w:p>
    <w:p w:rsidR="008C6E80" w:rsidRDefault="008C6E80" w:rsidP="008C6E80">
      <w:pPr>
        <w:framePr w:w="1100" w:h="176" w:wrap="auto" w:vAnchor="page" w:hAnchor="page" w:x="11841" w:y="6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2.137.269,16</w:t>
      </w:r>
    </w:p>
    <w:p w:rsidR="008C6E80" w:rsidRDefault="008C6E80" w:rsidP="008C6E80">
      <w:pPr>
        <w:framePr w:w="1100" w:h="176" w:wrap="auto" w:vAnchor="page" w:hAnchor="page" w:x="13361" w:y="6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-332.458,12</w:t>
      </w:r>
    </w:p>
    <w:p w:rsidR="008C6E80" w:rsidRDefault="008C6E80" w:rsidP="008C6E80">
      <w:pPr>
        <w:framePr w:w="1100" w:h="176" w:wrap="auto" w:vAnchor="page" w:hAnchor="page" w:x="11841" w:y="69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-2.434.033,67</w:t>
      </w:r>
    </w:p>
    <w:p w:rsidR="008C6E80" w:rsidRDefault="008C6E80" w:rsidP="008C6E80">
      <w:pPr>
        <w:framePr w:w="360" w:h="176" w:wrap="auto" w:vAnchor="page" w:hAnchor="page" w:x="11481" w:y="6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A</w:t>
      </w:r>
    </w:p>
    <w:p w:rsidR="008C6E80" w:rsidRDefault="008C6E80" w:rsidP="008C6E80">
      <w:pPr>
        <w:framePr w:w="360" w:h="176" w:wrap="auto" w:vAnchor="page" w:hAnchor="page" w:x="13001" w:y="6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11481" w:y="69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CS</w:t>
      </w:r>
    </w:p>
    <w:p w:rsidR="008C6E80" w:rsidRDefault="008C6E80" w:rsidP="008C6E80">
      <w:pPr>
        <w:framePr w:w="360" w:h="176" w:wrap="auto" w:vAnchor="page" w:hAnchor="page" w:x="11481" w:y="65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</w:t>
      </w:r>
    </w:p>
    <w:p w:rsidR="008C6E80" w:rsidRDefault="008C6E80" w:rsidP="008C6E80">
      <w:pPr>
        <w:framePr w:w="1100" w:h="176" w:wrap="auto" w:vAnchor="page" w:hAnchor="page" w:x="11841" w:y="65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-4,20</w:t>
      </w:r>
    </w:p>
    <w:p w:rsidR="008C6E80" w:rsidRDefault="008C6E80" w:rsidP="008C6E80">
      <w:pPr>
        <w:framePr w:w="1100" w:h="176" w:wrap="auto" w:vAnchor="page" w:hAnchor="page" w:x="14861" w:y="69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2.596.534,67</w:t>
      </w:r>
    </w:p>
    <w:p w:rsidR="008C6E80" w:rsidRDefault="008C6E80" w:rsidP="008C6E80">
      <w:pPr>
        <w:framePr w:w="360" w:h="176" w:wrap="auto" w:vAnchor="page" w:hAnchor="page" w:x="14501" w:y="69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TR</w:t>
      </w:r>
    </w:p>
    <w:p w:rsidR="008C6E80" w:rsidRDefault="008C6E80" w:rsidP="008C6E80">
      <w:pPr>
        <w:framePr w:w="360" w:h="176" w:wrap="auto" w:vAnchor="page" w:hAnchor="page" w:x="14501" w:y="6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EC</w:t>
      </w:r>
    </w:p>
    <w:p w:rsidR="008C6E80" w:rsidRDefault="008C6E80" w:rsidP="008C6E80">
      <w:pPr>
        <w:framePr w:w="360" w:h="176" w:wrap="auto" w:vAnchor="page" w:hAnchor="page" w:x="14501" w:y="65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EP</w:t>
      </w:r>
    </w:p>
    <w:p w:rsidR="008C6E80" w:rsidRDefault="008C6E80" w:rsidP="008C6E80">
      <w:pPr>
        <w:framePr w:w="1100" w:h="176" w:wrap="auto" w:vAnchor="page" w:hAnchor="page" w:x="14861" w:y="65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1.834.243,43</w:t>
      </w:r>
    </w:p>
    <w:p w:rsidR="008C6E80" w:rsidRDefault="008C6E80" w:rsidP="008C6E80">
      <w:pPr>
        <w:framePr w:w="1100" w:h="176" w:wrap="auto" w:vAnchor="page" w:hAnchor="page" w:x="14861" w:y="6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762.291,24</w:t>
      </w:r>
    </w:p>
    <w:p w:rsidR="008C6E80" w:rsidRDefault="008C6E80" w:rsidP="008C6E80">
      <w:pPr>
        <w:framePr w:w="1900" w:h="176" w:wrap="auto" w:vAnchor="page" w:hAnchor="page" w:x="1241" w:y="77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507" style="position:absolute;z-index:-251671552;mso-position-horizontal-relative:page;mso-position-vertical-relative:page" from="42pt,322pt" to="799pt,322pt" o:allowincell="f" strokeweight="1pt">
            <w10:wrap anchorx="page" anchory="page"/>
          </v:line>
        </w:pict>
      </w:r>
      <w:r>
        <w:rPr>
          <w:noProof/>
        </w:rPr>
        <w:pict>
          <v:line id="_x0000_s1508" style="position:absolute;z-index:-251670528;mso-position-horizontal-relative:page;mso-position-vertical-relative:page" from="42pt,362pt" to="799pt,362pt" o:allowincell="f" strokeweight="1pt">
            <w10:wrap anchorx="page" anchory="page"/>
          </v:line>
        </w:pict>
      </w:r>
      <w:r>
        <w:rPr>
          <w:noProof/>
        </w:rPr>
        <w:pict>
          <v:line id="_x0000_s1509" style="position:absolute;z-index:-251669504;mso-position-horizontal-relative:page;mso-position-vertical-relative:page" from="42pt,371pt" to="42pt,431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4"/>
          <w:szCs w:val="14"/>
        </w:rPr>
        <w:t>TITOLO 9:</w:t>
      </w:r>
    </w:p>
    <w:p w:rsidR="008C6E80" w:rsidRDefault="008C6E80" w:rsidP="008C6E80">
      <w:pPr>
        <w:framePr w:w="4940" w:h="176" w:wrap="auto" w:vAnchor="page" w:hAnchor="page" w:x="3341" w:y="77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Entrate per conto di terzi e partite di giro</w:t>
      </w:r>
    </w:p>
    <w:p w:rsidR="008C6E80" w:rsidRDefault="008C6E80" w:rsidP="008C6E80">
      <w:pPr>
        <w:framePr w:w="1100" w:h="176" w:wrap="auto" w:vAnchor="page" w:hAnchor="page" w:x="8821" w:y="7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noProof/>
        </w:rPr>
        <w:pict>
          <v:line id="_x0000_s1510" style="position:absolute;left:0;text-align:left;z-index:-251668480;mso-position-horizontal-relative:page;mso-position-vertical-relative:page" from="799pt,371pt" to="799pt,431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>12.399.608,41</w:t>
      </w:r>
    </w:p>
    <w:p w:rsidR="008C6E80" w:rsidRDefault="008C6E80" w:rsidP="008C6E80">
      <w:pPr>
        <w:framePr w:w="1100" w:h="176" w:wrap="auto" w:vAnchor="page" w:hAnchor="page" w:x="8821" w:y="79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13.309.798,16</w:t>
      </w:r>
    </w:p>
    <w:p w:rsidR="008C6E80" w:rsidRDefault="008C6E80" w:rsidP="008C6E80">
      <w:pPr>
        <w:framePr w:w="1100" w:h="176" w:wrap="auto" w:vAnchor="page" w:hAnchor="page" w:x="8821" w:y="81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13.309.798,16</w:t>
      </w:r>
    </w:p>
    <w:p w:rsidR="008C6E80" w:rsidRDefault="008C6E80" w:rsidP="008C6E80">
      <w:pPr>
        <w:framePr w:w="360" w:h="176" w:wrap="auto" w:vAnchor="page" w:hAnchor="page" w:x="8461" w:y="7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RS</w:t>
      </w:r>
    </w:p>
    <w:p w:rsidR="008C6E80" w:rsidRDefault="008C6E80" w:rsidP="008C6E80">
      <w:pPr>
        <w:framePr w:w="360" w:h="176" w:wrap="auto" w:vAnchor="page" w:hAnchor="page" w:x="8461" w:y="79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81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CS</w:t>
      </w:r>
    </w:p>
    <w:p w:rsidR="008C6E80" w:rsidRDefault="008C6E80" w:rsidP="008C6E80">
      <w:pPr>
        <w:framePr w:w="1100" w:h="176" w:wrap="auto" w:vAnchor="page" w:hAnchor="page" w:x="10321" w:y="7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12.399.608,41</w:t>
      </w:r>
    </w:p>
    <w:p w:rsidR="008C6E80" w:rsidRDefault="008C6E80" w:rsidP="008C6E80">
      <w:pPr>
        <w:framePr w:w="1100" w:h="176" w:wrap="auto" w:vAnchor="page" w:hAnchor="page" w:x="10321" w:y="79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439.264,04</w:t>
      </w:r>
    </w:p>
    <w:p w:rsidR="008C6E80" w:rsidRDefault="008C6E80" w:rsidP="008C6E80">
      <w:pPr>
        <w:framePr w:w="1100" w:h="176" w:wrap="auto" w:vAnchor="page" w:hAnchor="page" w:x="10321" w:y="81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12.838.872,45</w:t>
      </w:r>
    </w:p>
    <w:p w:rsidR="008C6E80" w:rsidRDefault="008C6E80" w:rsidP="008C6E80">
      <w:pPr>
        <w:framePr w:w="360" w:h="176" w:wrap="auto" w:vAnchor="page" w:hAnchor="page" w:x="9961" w:y="7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RR</w:t>
      </w:r>
    </w:p>
    <w:p w:rsidR="008C6E80" w:rsidRDefault="008C6E80" w:rsidP="008C6E80">
      <w:pPr>
        <w:framePr w:w="360" w:h="176" w:wrap="auto" w:vAnchor="page" w:hAnchor="page" w:x="9961" w:y="79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RC</w:t>
      </w:r>
    </w:p>
    <w:p w:rsidR="008C6E80" w:rsidRDefault="008C6E80" w:rsidP="008C6E80">
      <w:pPr>
        <w:framePr w:w="360" w:h="176" w:wrap="auto" w:vAnchor="page" w:hAnchor="page" w:x="9961" w:y="81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TR</w:t>
      </w:r>
    </w:p>
    <w:p w:rsidR="008C6E80" w:rsidRDefault="008C6E80" w:rsidP="008C6E80">
      <w:pPr>
        <w:framePr w:w="1100" w:h="176" w:wrap="auto" w:vAnchor="page" w:hAnchor="page" w:x="11841" w:y="79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12.207.320,76</w:t>
      </w:r>
    </w:p>
    <w:p w:rsidR="008C6E80" w:rsidRDefault="008C6E80" w:rsidP="008C6E80">
      <w:pPr>
        <w:framePr w:w="1100" w:h="176" w:wrap="auto" w:vAnchor="page" w:hAnchor="page" w:x="13361" w:y="79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-1.102.477,40</w:t>
      </w:r>
    </w:p>
    <w:p w:rsidR="008C6E80" w:rsidRDefault="008C6E80" w:rsidP="008C6E80">
      <w:pPr>
        <w:framePr w:w="1100" w:h="176" w:wrap="auto" w:vAnchor="page" w:hAnchor="page" w:x="11841" w:y="81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-470.925,71</w:t>
      </w:r>
    </w:p>
    <w:p w:rsidR="008C6E80" w:rsidRDefault="008C6E80" w:rsidP="008C6E80">
      <w:pPr>
        <w:framePr w:w="360" w:h="176" w:wrap="auto" w:vAnchor="page" w:hAnchor="page" w:x="11481" w:y="79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A</w:t>
      </w:r>
    </w:p>
    <w:p w:rsidR="008C6E80" w:rsidRDefault="008C6E80" w:rsidP="008C6E80">
      <w:pPr>
        <w:framePr w:w="360" w:h="176" w:wrap="auto" w:vAnchor="page" w:hAnchor="page" w:x="13001" w:y="79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11481" w:y="81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CS</w:t>
      </w:r>
    </w:p>
    <w:p w:rsidR="008C6E80" w:rsidRDefault="008C6E80" w:rsidP="008C6E80">
      <w:pPr>
        <w:framePr w:w="360" w:h="176" w:wrap="auto" w:vAnchor="page" w:hAnchor="page" w:x="11481" w:y="7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</w:t>
      </w:r>
    </w:p>
    <w:p w:rsidR="008C6E80" w:rsidRDefault="008C6E80" w:rsidP="008C6E80">
      <w:pPr>
        <w:framePr w:w="1100" w:h="176" w:wrap="auto" w:vAnchor="page" w:hAnchor="page" w:x="11841" w:y="7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1100" w:h="176" w:wrap="auto" w:vAnchor="page" w:hAnchor="page" w:x="14861" w:y="81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11.768.056,72</w:t>
      </w:r>
    </w:p>
    <w:p w:rsidR="008C6E80" w:rsidRDefault="008C6E80" w:rsidP="008C6E80">
      <w:pPr>
        <w:framePr w:w="360" w:h="176" w:wrap="auto" w:vAnchor="page" w:hAnchor="page" w:x="14501" w:y="81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TR</w:t>
      </w:r>
    </w:p>
    <w:p w:rsidR="008C6E80" w:rsidRDefault="008C6E80" w:rsidP="008C6E80">
      <w:pPr>
        <w:framePr w:w="360" w:h="176" w:wrap="auto" w:vAnchor="page" w:hAnchor="page" w:x="14501" w:y="79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EC</w:t>
      </w:r>
    </w:p>
    <w:p w:rsidR="008C6E80" w:rsidRDefault="008C6E80" w:rsidP="008C6E80">
      <w:pPr>
        <w:framePr w:w="360" w:h="176" w:wrap="auto" w:vAnchor="page" w:hAnchor="page" w:x="14501" w:y="77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EP</w:t>
      </w:r>
    </w:p>
    <w:p w:rsidR="008C6E80" w:rsidRDefault="008C6E80" w:rsidP="008C6E80">
      <w:pPr>
        <w:framePr w:w="1100" w:h="176" w:wrap="auto" w:vAnchor="page" w:hAnchor="page" w:x="14861" w:y="77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1100" w:h="176" w:wrap="auto" w:vAnchor="page" w:hAnchor="page" w:x="14861" w:y="79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11.768.056,72</w:t>
      </w:r>
    </w:p>
    <w:p w:rsidR="008C6E80" w:rsidRDefault="008C6E80" w:rsidP="008C6E80">
      <w:pPr>
        <w:framePr w:w="6960" w:h="176" w:wrap="auto" w:vAnchor="page" w:hAnchor="page" w:x="921" w:y="87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noProof/>
        </w:rPr>
        <w:pict>
          <v:line id="_x0000_s1511" style="position:absolute;left:0;text-align:left;z-index:-251667456;mso-position-horizontal-relative:page;mso-position-vertical-relative:page" from="42pt,382pt" to="799pt,382pt" o:allowincell="f" strokeweight="1pt">
            <w10:wrap anchorx="page" anchory="page"/>
          </v:line>
        </w:pict>
      </w:r>
      <w:r>
        <w:rPr>
          <w:noProof/>
        </w:rPr>
        <w:pict>
          <v:line id="_x0000_s1512" style="position:absolute;left:0;text-align:left;z-index:-251666432;mso-position-horizontal-relative:page;mso-position-vertical-relative:page" from="42pt,422pt" to="799pt,422pt" o:allowincell="f" strokeweight="1pt">
            <w10:wrap anchorx="page" anchory="page"/>
          </v:line>
        </w:pict>
      </w:r>
      <w:r>
        <w:rPr>
          <w:noProof/>
        </w:rPr>
        <w:pict>
          <v:rect id="_x0000_s1513" style="position:absolute;left:0;text-align:left;margin-left:42pt;margin-top:466pt;width:757pt;height:34pt;z-index:-251665408;mso-position-horizontal-relative:page;mso-position-vertical-relative:page" o:allowincell="f" fillcolor="#ccc" stroked="f" strokeweight="0">
            <v:fill color2="black"/>
            <w10:wrap anchorx="page" anchory="page"/>
          </v:rect>
        </w:pict>
      </w:r>
      <w:r>
        <w:rPr>
          <w:noProof/>
        </w:rPr>
        <w:pict>
          <v:rect id="_x0000_s1514" style="position:absolute;left:0;text-align:left;margin-left:42pt;margin-top:431pt;width:757pt;height:34pt;z-index:-251664384;mso-position-horizontal-relative:page;mso-position-vertical-relative:page" o:allowincell="f" fillcolor="#ccc" stroked="f" strokeweight="0">
            <v:fill color2="black"/>
            <w10:wrap anchorx="page" anchory="page"/>
          </v:rect>
        </w:pict>
      </w:r>
      <w:r>
        <w:rPr>
          <w:rFonts w:ascii="sansserif" w:hAnsi="sansserif" w:cs="sansserif"/>
          <w:b/>
          <w:bCs/>
          <w:i/>
          <w:iCs/>
          <w:color w:val="000000"/>
          <w:sz w:val="14"/>
          <w:szCs w:val="14"/>
        </w:rPr>
        <w:t>TOTALE DEI TITOLI</w:t>
      </w:r>
    </w:p>
    <w:p w:rsidR="008C6E80" w:rsidRDefault="008C6E80" w:rsidP="008C6E80">
      <w:pPr>
        <w:framePr w:w="6940" w:h="176" w:wrap="auto" w:vAnchor="page" w:hAnchor="page" w:x="921" w:y="94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i/>
          <w:iCs/>
          <w:color w:val="000000"/>
          <w:sz w:val="14"/>
          <w:szCs w:val="14"/>
        </w:rPr>
        <w:t>TOTALE GENERALE DELLE ENTRATE</w:t>
      </w:r>
    </w:p>
    <w:p w:rsidR="008C6E80" w:rsidRDefault="008C6E80" w:rsidP="008C6E80">
      <w:pPr>
        <w:framePr w:w="1100" w:h="176" w:wrap="auto" w:vAnchor="page" w:hAnchor="page" w:x="14861" w:y="9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noProof/>
        </w:rPr>
        <w:pict>
          <v:line id="_x0000_s1515" style="position:absolute;left:0;text-align:left;z-index:-251663360;mso-position-horizontal-relative:page;mso-position-vertical-relative:page" from="42pt,431pt" to="42pt,500pt" o:allowincell="f" strokeweight="1pt">
            <w10:wrap anchorx="page" anchory="page"/>
          </v:line>
        </w:pict>
      </w:r>
      <w:r>
        <w:rPr>
          <w:noProof/>
        </w:rPr>
        <w:pict>
          <v:line id="_x0000_s1516" style="position:absolute;left:0;text-align:left;z-index:-251662336;mso-position-horizontal-relative:page;mso-position-vertical-relative:page" from="799pt,431pt" to="799pt,500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4"/>
          <w:szCs w:val="14"/>
        </w:rPr>
        <w:t>18.113.576,83</w:t>
      </w:r>
    </w:p>
    <w:p w:rsidR="008C6E80" w:rsidRDefault="008C6E80" w:rsidP="008C6E80">
      <w:pPr>
        <w:framePr w:w="1100" w:h="176" w:wrap="auto" w:vAnchor="page" w:hAnchor="page" w:x="14861" w:y="8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16.145.373,51</w:t>
      </w:r>
    </w:p>
    <w:p w:rsidR="008C6E80" w:rsidRDefault="008C6E80" w:rsidP="008C6E80">
      <w:pPr>
        <w:framePr w:w="1100" w:h="176" w:wrap="auto" w:vAnchor="page" w:hAnchor="page" w:x="14861" w:y="8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1.968.203,32</w:t>
      </w:r>
    </w:p>
    <w:p w:rsidR="008C6E80" w:rsidRDefault="008C6E80" w:rsidP="008C6E80">
      <w:pPr>
        <w:framePr w:w="360" w:h="176" w:wrap="auto" w:vAnchor="page" w:hAnchor="page" w:x="14501" w:y="8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EP</w:t>
      </w:r>
    </w:p>
    <w:p w:rsidR="008C6E80" w:rsidRDefault="008C6E80" w:rsidP="008C6E80">
      <w:pPr>
        <w:framePr w:w="360" w:h="176" w:wrap="auto" w:vAnchor="page" w:hAnchor="page" w:x="14501" w:y="8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EC</w:t>
      </w:r>
    </w:p>
    <w:p w:rsidR="008C6E80" w:rsidRDefault="008C6E80" w:rsidP="008C6E80">
      <w:pPr>
        <w:framePr w:w="360" w:h="176" w:wrap="auto" w:vAnchor="page" w:hAnchor="page" w:x="14501" w:y="9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TR</w:t>
      </w:r>
    </w:p>
    <w:p w:rsidR="008C6E80" w:rsidRDefault="008C6E80" w:rsidP="008C6E80">
      <w:pPr>
        <w:framePr w:w="1100" w:h="176" w:wrap="auto" w:vAnchor="page" w:hAnchor="page" w:x="11841" w:y="8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-81.585,51</w:t>
      </w:r>
    </w:p>
    <w:p w:rsidR="008C6E80" w:rsidRDefault="008C6E80" w:rsidP="008C6E80">
      <w:pPr>
        <w:framePr w:w="360" w:h="176" w:wrap="auto" w:vAnchor="page" w:hAnchor="page" w:x="11481" w:y="8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</w:t>
      </w:r>
    </w:p>
    <w:p w:rsidR="008C6E80" w:rsidRDefault="008C6E80" w:rsidP="008C6E80">
      <w:pPr>
        <w:framePr w:w="1100" w:h="176" w:wrap="auto" w:vAnchor="page" w:hAnchor="page" w:x="11841" w:y="8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25.200.509,64</w:t>
      </w:r>
    </w:p>
    <w:p w:rsidR="008C6E80" w:rsidRDefault="008C6E80" w:rsidP="008C6E80">
      <w:pPr>
        <w:framePr w:w="1100" w:h="176" w:wrap="auto" w:vAnchor="page" w:hAnchor="page" w:x="13361" w:y="8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-1.682.536,65</w:t>
      </w:r>
    </w:p>
    <w:p w:rsidR="008C6E80" w:rsidRDefault="008C6E80" w:rsidP="008C6E80">
      <w:pPr>
        <w:framePr w:w="1100" w:h="176" w:wrap="auto" w:vAnchor="page" w:hAnchor="page" w:x="11841" w:y="9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-6.983.193,16</w:t>
      </w:r>
    </w:p>
    <w:p w:rsidR="008C6E80" w:rsidRDefault="008C6E80" w:rsidP="008C6E80">
      <w:pPr>
        <w:framePr w:w="360" w:h="176" w:wrap="auto" w:vAnchor="page" w:hAnchor="page" w:x="11481" w:y="9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CS</w:t>
      </w:r>
    </w:p>
    <w:p w:rsidR="008C6E80" w:rsidRDefault="008C6E80" w:rsidP="008C6E80">
      <w:pPr>
        <w:framePr w:w="360" w:h="176" w:wrap="auto" w:vAnchor="page" w:hAnchor="page" w:x="13001" w:y="8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11481" w:y="8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A</w:t>
      </w:r>
    </w:p>
    <w:p w:rsidR="008C6E80" w:rsidRDefault="008C6E80" w:rsidP="008C6E80">
      <w:pPr>
        <w:framePr w:w="1100" w:h="176" w:wrap="auto" w:vAnchor="page" w:hAnchor="page" w:x="10321" w:y="8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14.809.357,94</w:t>
      </w:r>
    </w:p>
    <w:p w:rsidR="008C6E80" w:rsidRDefault="008C6E80" w:rsidP="008C6E80">
      <w:pPr>
        <w:framePr w:w="1100" w:h="176" w:wrap="auto" w:vAnchor="page" w:hAnchor="page" w:x="10321" w:y="8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9.055.136,13</w:t>
      </w:r>
    </w:p>
    <w:p w:rsidR="008C6E80" w:rsidRDefault="008C6E80" w:rsidP="008C6E80">
      <w:pPr>
        <w:framePr w:w="1100" w:h="176" w:wrap="auto" w:vAnchor="page" w:hAnchor="page" w:x="10321" w:y="9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23.864.494,07</w:t>
      </w:r>
    </w:p>
    <w:p w:rsidR="008C6E80" w:rsidRDefault="008C6E80" w:rsidP="008C6E80">
      <w:pPr>
        <w:framePr w:w="360" w:h="176" w:wrap="auto" w:vAnchor="page" w:hAnchor="page" w:x="9961" w:y="9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TR</w:t>
      </w:r>
    </w:p>
    <w:p w:rsidR="008C6E80" w:rsidRDefault="008C6E80" w:rsidP="008C6E80">
      <w:pPr>
        <w:framePr w:w="360" w:h="176" w:wrap="auto" w:vAnchor="page" w:hAnchor="page" w:x="9961" w:y="8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RC</w:t>
      </w:r>
    </w:p>
    <w:p w:rsidR="008C6E80" w:rsidRDefault="008C6E80" w:rsidP="008C6E80">
      <w:pPr>
        <w:framePr w:w="360" w:h="176" w:wrap="auto" w:vAnchor="page" w:hAnchor="page" w:x="9961" w:y="8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RR</w:t>
      </w:r>
    </w:p>
    <w:p w:rsidR="008C6E80" w:rsidRDefault="008C6E80" w:rsidP="008C6E80">
      <w:pPr>
        <w:framePr w:w="1100" w:h="176" w:wrap="auto" w:vAnchor="page" w:hAnchor="page" w:x="8821" w:y="8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16.859.146,77</w:t>
      </w:r>
    </w:p>
    <w:p w:rsidR="008C6E80" w:rsidRDefault="008C6E80" w:rsidP="008C6E80">
      <w:pPr>
        <w:framePr w:w="1100" w:h="176" w:wrap="auto" w:vAnchor="page" w:hAnchor="page" w:x="8821" w:y="8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26.883.046,29</w:t>
      </w:r>
    </w:p>
    <w:p w:rsidR="008C6E80" w:rsidRDefault="008C6E80" w:rsidP="008C6E80">
      <w:pPr>
        <w:framePr w:w="1100" w:h="176" w:wrap="auto" w:vAnchor="page" w:hAnchor="page" w:x="8821" w:y="9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30.847.687,23</w:t>
      </w:r>
    </w:p>
    <w:p w:rsidR="008C6E80" w:rsidRDefault="008C6E80" w:rsidP="008C6E80">
      <w:pPr>
        <w:framePr w:w="360" w:h="176" w:wrap="auto" w:vAnchor="page" w:hAnchor="page" w:x="8461" w:y="9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CS</w:t>
      </w:r>
    </w:p>
    <w:p w:rsidR="008C6E80" w:rsidRDefault="008C6E80" w:rsidP="008C6E80">
      <w:pPr>
        <w:framePr w:w="360" w:h="176" w:wrap="auto" w:vAnchor="page" w:hAnchor="page" w:x="8461" w:y="8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8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RS</w:t>
      </w:r>
    </w:p>
    <w:p w:rsidR="008C6E80" w:rsidRDefault="008C6E80" w:rsidP="008C6E80">
      <w:pPr>
        <w:framePr w:w="360" w:h="176" w:wrap="auto" w:vAnchor="page" w:hAnchor="page" w:x="8461" w:y="93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RS</w:t>
      </w:r>
    </w:p>
    <w:p w:rsidR="008C6E80" w:rsidRDefault="008C6E80" w:rsidP="008C6E80">
      <w:pPr>
        <w:framePr w:w="360" w:h="176" w:wrap="auto" w:vAnchor="page" w:hAnchor="page" w:x="8461" w:y="95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97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CS</w:t>
      </w:r>
    </w:p>
    <w:p w:rsidR="008C6E80" w:rsidRDefault="008C6E80" w:rsidP="008C6E80">
      <w:pPr>
        <w:framePr w:w="1100" w:h="176" w:wrap="auto" w:vAnchor="page" w:hAnchor="page" w:x="8821" w:y="97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30.847.687,23</w:t>
      </w:r>
    </w:p>
    <w:p w:rsidR="008C6E80" w:rsidRDefault="008C6E80" w:rsidP="008C6E80">
      <w:pPr>
        <w:framePr w:w="1100" w:h="176" w:wrap="auto" w:vAnchor="page" w:hAnchor="page" w:x="8821" w:y="95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27.953.514,41</w:t>
      </w:r>
    </w:p>
    <w:p w:rsidR="008C6E80" w:rsidRDefault="008C6E80" w:rsidP="008C6E80">
      <w:pPr>
        <w:framePr w:w="1100" w:h="176" w:wrap="auto" w:vAnchor="page" w:hAnchor="page" w:x="8821" w:y="9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16.859.146,77</w:t>
      </w:r>
    </w:p>
    <w:p w:rsidR="008C6E80" w:rsidRDefault="008C6E80" w:rsidP="008C6E80">
      <w:pPr>
        <w:framePr w:w="360" w:h="176" w:wrap="auto" w:vAnchor="page" w:hAnchor="page" w:x="9961" w:y="93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RR</w:t>
      </w:r>
    </w:p>
    <w:p w:rsidR="008C6E80" w:rsidRDefault="008C6E80" w:rsidP="008C6E80">
      <w:pPr>
        <w:framePr w:w="360" w:h="176" w:wrap="auto" w:vAnchor="page" w:hAnchor="page" w:x="9961" w:y="95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RC</w:t>
      </w:r>
    </w:p>
    <w:p w:rsidR="008C6E80" w:rsidRDefault="008C6E80" w:rsidP="008C6E80">
      <w:pPr>
        <w:framePr w:w="360" w:h="176" w:wrap="auto" w:vAnchor="page" w:hAnchor="page" w:x="9961" w:y="97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TR</w:t>
      </w:r>
    </w:p>
    <w:p w:rsidR="008C6E80" w:rsidRDefault="008C6E80" w:rsidP="008C6E80">
      <w:pPr>
        <w:framePr w:w="1100" w:h="176" w:wrap="auto" w:vAnchor="page" w:hAnchor="page" w:x="10321" w:y="97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23.864.494,07</w:t>
      </w:r>
    </w:p>
    <w:p w:rsidR="008C6E80" w:rsidRDefault="008C6E80" w:rsidP="008C6E80">
      <w:pPr>
        <w:framePr w:w="1100" w:h="176" w:wrap="auto" w:vAnchor="page" w:hAnchor="page" w:x="10321" w:y="95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9.055.136,13</w:t>
      </w:r>
    </w:p>
    <w:p w:rsidR="008C6E80" w:rsidRDefault="008C6E80" w:rsidP="008C6E80">
      <w:pPr>
        <w:framePr w:w="1100" w:h="176" w:wrap="auto" w:vAnchor="page" w:hAnchor="page" w:x="10321" w:y="9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14.809.357,94</w:t>
      </w:r>
    </w:p>
    <w:p w:rsidR="008C6E80" w:rsidRDefault="008C6E80" w:rsidP="008C6E80">
      <w:pPr>
        <w:framePr w:w="360" w:h="176" w:wrap="auto" w:vAnchor="page" w:hAnchor="page" w:x="11481" w:y="95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A</w:t>
      </w:r>
    </w:p>
    <w:p w:rsidR="008C6E80" w:rsidRDefault="008C6E80" w:rsidP="008C6E80">
      <w:pPr>
        <w:framePr w:w="360" w:h="176" w:wrap="auto" w:vAnchor="page" w:hAnchor="page" w:x="13001" w:y="95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11481" w:y="97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CS</w:t>
      </w:r>
    </w:p>
    <w:p w:rsidR="008C6E80" w:rsidRDefault="008C6E80" w:rsidP="008C6E80">
      <w:pPr>
        <w:framePr w:w="1100" w:h="176" w:wrap="auto" w:vAnchor="page" w:hAnchor="page" w:x="11841" w:y="97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-6.983.193,16</w:t>
      </w:r>
    </w:p>
    <w:p w:rsidR="008C6E80" w:rsidRDefault="008C6E80" w:rsidP="008C6E80">
      <w:pPr>
        <w:framePr w:w="1100" w:h="176" w:wrap="auto" w:vAnchor="page" w:hAnchor="page" w:x="13361" w:y="95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-1.682.536,65</w:t>
      </w:r>
    </w:p>
    <w:p w:rsidR="008C6E80" w:rsidRDefault="008C6E80" w:rsidP="008C6E80">
      <w:pPr>
        <w:framePr w:w="1100" w:h="176" w:wrap="auto" w:vAnchor="page" w:hAnchor="page" w:x="11841" w:y="95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25.200.509,64</w:t>
      </w:r>
    </w:p>
    <w:p w:rsidR="008C6E80" w:rsidRDefault="008C6E80" w:rsidP="008C6E80">
      <w:pPr>
        <w:framePr w:w="360" w:h="176" w:wrap="auto" w:vAnchor="page" w:hAnchor="page" w:x="11481" w:y="93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</w:t>
      </w:r>
    </w:p>
    <w:p w:rsidR="008C6E80" w:rsidRDefault="008C6E80" w:rsidP="008C6E80">
      <w:pPr>
        <w:framePr w:w="1100" w:h="176" w:wrap="auto" w:vAnchor="page" w:hAnchor="page" w:x="11841" w:y="9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-81.585,51</w:t>
      </w:r>
    </w:p>
    <w:p w:rsidR="008C6E80" w:rsidRDefault="008C6E80" w:rsidP="008C6E80">
      <w:pPr>
        <w:framePr w:w="360" w:h="176" w:wrap="auto" w:vAnchor="page" w:hAnchor="page" w:x="14501" w:y="93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EP</w:t>
      </w:r>
    </w:p>
    <w:p w:rsidR="008C6E80" w:rsidRDefault="008C6E80" w:rsidP="008C6E80">
      <w:pPr>
        <w:framePr w:w="360" w:h="176" w:wrap="auto" w:vAnchor="page" w:hAnchor="page" w:x="14501" w:y="95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EC</w:t>
      </w:r>
    </w:p>
    <w:p w:rsidR="008C6E80" w:rsidRDefault="008C6E80" w:rsidP="008C6E80">
      <w:pPr>
        <w:framePr w:w="360" w:h="176" w:wrap="auto" w:vAnchor="page" w:hAnchor="page" w:x="14501" w:y="97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TR</w:t>
      </w:r>
    </w:p>
    <w:p w:rsidR="008C6E80" w:rsidRDefault="008C6E80" w:rsidP="008C6E80">
      <w:pPr>
        <w:framePr w:w="1100" w:h="176" w:wrap="auto" w:vAnchor="page" w:hAnchor="page" w:x="14861" w:y="97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18.113.576,83</w:t>
      </w:r>
    </w:p>
    <w:p w:rsidR="008C6E80" w:rsidRDefault="008C6E80" w:rsidP="008C6E80">
      <w:pPr>
        <w:framePr w:w="1100" w:h="176" w:wrap="auto" w:vAnchor="page" w:hAnchor="page" w:x="14861" w:y="95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16.145.373,51</w:t>
      </w:r>
    </w:p>
    <w:p w:rsidR="008C6E80" w:rsidRDefault="008C6E80" w:rsidP="008C6E80">
      <w:pPr>
        <w:framePr w:w="1100" w:h="176" w:wrap="auto" w:vAnchor="page" w:hAnchor="page" w:x="14861" w:y="9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1.968.203,32</w:t>
      </w:r>
    </w:p>
    <w:p w:rsidR="008C6E80" w:rsidRDefault="008C6E80" w:rsidP="008C6E80">
      <w:pPr>
        <w:framePr w:w="400" w:h="183" w:wrap="auto" w:vAnchor="page" w:hAnchor="page" w:x="15481" w:y="10701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517" style="position:absolute;z-index:-251661312;mso-position-horizontal-relative:page;mso-position-vertical-relative:page" from="42pt,465pt" to="799pt,465pt" o:allowincell="f" strokeweight="1pt">
            <w10:wrap anchorx="page" anchory="page"/>
          </v:line>
        </w:pict>
      </w:r>
      <w:r>
        <w:rPr>
          <w:noProof/>
        </w:rPr>
        <w:pict>
          <v:line id="_x0000_s1518" style="position:absolute;z-index:-251660288;mso-position-horizontal-relative:page;mso-position-vertical-relative:page" from="42pt,499pt" to="799pt,499pt" o:allowincell="f" strokeweight="1pt">
            <w10:wrap anchorx="page" anchory="page"/>
          </v:line>
        </w:pict>
      </w:r>
      <w:r>
        <w:rPr>
          <w:noProof/>
        </w:rPr>
        <w:pict>
          <v:line id="_x0000_s1519" style="position:absolute;z-index:-251659264;mso-position-horizontal-relative:page;mso-position-vertical-relative:page" from="42pt,431pt" to="799pt,431pt" o:allowincell="f" strokeweight="1pt">
            <w10:wrap anchorx="page" anchory="page"/>
          </v:line>
        </w:pict>
      </w:r>
      <w:r>
        <w:rPr>
          <w:noProof/>
        </w:rPr>
        <w:pict>
          <v:rect id="_x0000_s1520" style="position:absolute;margin-left:774pt;margin-top:535pt;width:20pt;height:18pt;z-index:-251658240;mso-position-horizontal-relative:page;mso-position-vertical-relative:page" o:allowincell="f" stroked="f" strokeweight="0">
            <v:fill color2="black"/>
            <w10:wrap anchorx="page" anchory="page"/>
          </v:rect>
        </w:pic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2</w:t>
      </w:r>
    </w:p>
    <w:p w:rsidR="008C6E80" w:rsidRDefault="008C6E80" w:rsidP="008C6E80">
      <w:pPr>
        <w:framePr w:w="4400" w:h="183" w:wrap="auto" w:vAnchor="page" w:hAnchor="page" w:x="11101" w:y="10701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Pagina 1 di</w:t>
      </w:r>
    </w:p>
    <w:p w:rsidR="008C6E80" w:rsidRDefault="008C6E80" w:rsidP="008C6E80">
      <w:pPr>
        <w:framePr w:w="4400" w:h="183" w:wrap="auto" w:vAnchor="page" w:hAnchor="page" w:x="901" w:y="10701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Conto di bilancio: esercizio 2020</w:t>
      </w:r>
    </w:p>
    <w:p w:rsidR="008C6E80" w:rsidRDefault="008C6E80" w:rsidP="008C6E80">
      <w:pPr>
        <w:framePr w:w="400" w:h="183" w:wrap="auto" w:vAnchor="page" w:hAnchor="page" w:x="15426" w:y="10701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552" style="position:absolute;z-index:-251625472;mso-position-horizontal-relative:page;mso-position-vertical-relative:page" from="42pt,389pt" to="799pt,389pt" o:allowincell="f" strokeweight="1pt">
            <w10:wrap anchorx="page" anchory="page"/>
          </v:line>
        </w:pict>
      </w:r>
      <w:r>
        <w:rPr>
          <w:noProof/>
        </w:rPr>
        <w:pict>
          <v:line id="_x0000_s1553" style="position:absolute;z-index:-251624448;mso-position-horizontal-relative:page;mso-position-vertical-relative:page" from="42pt,356pt" to="42pt,390pt" o:allowincell="f" strokeweight="1pt">
            <w10:wrap anchorx="page" anchory="page"/>
          </v:line>
        </w:pict>
      </w:r>
      <w:r>
        <w:rPr>
          <w:noProof/>
        </w:rPr>
        <w:pict>
          <v:line id="_x0000_s1554" style="position:absolute;z-index:-251623424;mso-position-horizontal-relative:page;mso-position-vertical-relative:page" from="799pt,356pt" to="799pt,390pt" o:allowincell="f" strokeweight="1pt">
            <w10:wrap anchorx="page" anchory="page"/>
          </v:line>
        </w:pict>
      </w:r>
      <w:r>
        <w:rPr>
          <w:noProof/>
        </w:rPr>
        <w:pict>
          <v:rect id="_x0000_s1555" style="position:absolute;margin-left:774pt;margin-top:535pt;width:20pt;height:18pt;z-index:-251622400;mso-position-horizontal-relative:page;mso-position-vertical-relative:page" o:allowincell="f" stroked="f" strokeweight="0">
            <v:fill color2="black"/>
            <w10:wrap anchorx="page" anchory="page"/>
          </v:rect>
        </w:pic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 2</w:t>
      </w:r>
    </w:p>
    <w:p w:rsidR="008C6E80" w:rsidRDefault="008C6E80" w:rsidP="008C6E80">
      <w:pPr>
        <w:pageBreakBefore/>
        <w:widowControl w:val="0"/>
        <w:autoSpaceDE w:val="0"/>
        <w:autoSpaceDN w:val="0"/>
        <w:adjustRightInd w:val="0"/>
        <w:rPr>
          <w:rFonts w:ascii="sansserif" w:hAnsi="sansserif"/>
        </w:rPr>
      </w:pPr>
    </w:p>
    <w:p w:rsidR="008C6E80" w:rsidRDefault="008C6E80" w:rsidP="008C6E80">
      <w:pPr>
        <w:framePr w:w="5700" w:h="251" w:wrap="auto" w:vAnchor="page" w:hAnchor="page" w:x="10241" w:y="841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bookmarkStart w:id="1" w:name="JR_PAGE_ANCHOR_0_2"/>
      <w:bookmarkEnd w:id="1"/>
      <w:r>
        <w:rPr>
          <w:noProof/>
        </w:rPr>
        <w:pict>
          <v:rect id="_x0000_s1521" style="position:absolute;left:0;text-align:left;margin-left:42pt;margin-top:42pt;width:758pt;height:349pt;z-index:-251657216;mso-position-horizontal-relative:page;mso-position-vertical-relative:page" o:allowincell="f" filled="f" stroked="f" strokeweight="0">
            <w10:wrap anchorx="page" anchory="page"/>
          </v:rect>
        </w:pict>
      </w:r>
      <w:r>
        <w:rPr>
          <w:rFonts w:ascii="sansserif" w:hAnsi="sansserif" w:cs="sansserif"/>
          <w:color w:val="000000"/>
          <w:sz w:val="20"/>
          <w:szCs w:val="20"/>
        </w:rPr>
        <w:t>Allegato n.10 - Rendiconto della gestione</w:t>
      </w:r>
    </w:p>
    <w:p w:rsidR="008C6E80" w:rsidRDefault="008C6E80" w:rsidP="008C6E80">
      <w:pPr>
        <w:framePr w:w="13940" w:h="301" w:wrap="auto" w:vAnchor="page" w:hAnchor="page" w:x="1481" w:y="1390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</w:rPr>
        <w:t xml:space="preserve">CONTO DEL BILANCIO - RIEPILOGO GENERALE DELLE SPESE </w:t>
      </w:r>
    </w:p>
    <w:p w:rsidR="008C6E80" w:rsidRDefault="008C6E80" w:rsidP="008C6E80">
      <w:pPr>
        <w:framePr w:w="2380" w:h="176" w:wrap="auto" w:vAnchor="page" w:hAnchor="page" w:x="841" w:y="278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TITOLO</w:t>
      </w:r>
    </w:p>
    <w:p w:rsidR="008C6E80" w:rsidRDefault="008C6E80" w:rsidP="008C6E80">
      <w:pPr>
        <w:framePr w:w="5220" w:h="176" w:wrap="auto" w:vAnchor="page" w:hAnchor="page" w:x="3221" w:y="278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DENOMINAZIONE</w:t>
      </w:r>
    </w:p>
    <w:p w:rsidR="008C6E80" w:rsidRDefault="008C6E80" w:rsidP="008C6E80">
      <w:pPr>
        <w:framePr w:w="1500" w:h="528" w:wrap="auto" w:vAnchor="page" w:hAnchor="page" w:x="14481" w:y="32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TOTALE RESIDUI PASSIVI DA RIPORT. (TR=EP+EC)</w:t>
      </w:r>
    </w:p>
    <w:p w:rsidR="008C6E80" w:rsidRDefault="008C6E80" w:rsidP="008C6E80">
      <w:pPr>
        <w:framePr w:w="1500" w:h="528" w:wrap="auto" w:vAnchor="page" w:hAnchor="page" w:x="14481" w:y="26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522" style="position:absolute;left:0;text-align:left;z-index:-251656192;mso-position-horizontal-relative:page;mso-position-vertical-relative:page" from="42pt,97pt" to="799pt,97pt" o:allowincell="f" strokeweight="1pt">
            <w10:wrap anchorx="page" anchory="page"/>
          </v:line>
        </w:pict>
      </w:r>
      <w:r>
        <w:rPr>
          <w:noProof/>
        </w:rPr>
        <w:pict>
          <v:line id="_x0000_s1523" style="position:absolute;left:0;text-align:left;z-index:-251655168;mso-position-horizontal-relative:page;mso-position-vertical-relative:page" from="42pt,189pt" to="799pt,189pt" o:allowincell="f" strokeweight="1pt">
            <w10:wrap anchorx="page" anchory="page"/>
          </v:line>
        </w:pict>
      </w:r>
      <w:r>
        <w:rPr>
          <w:noProof/>
        </w:rPr>
        <w:pict>
          <v:line id="_x0000_s1524" style="position:absolute;left:0;text-align:left;z-index:-251654144;mso-position-horizontal-relative:page;mso-position-vertical-relative:page" from="42pt,97pt" to="42pt,189pt" o:allowincell="f" strokeweight="1pt">
            <w10:wrap anchorx="page" anchory="page"/>
          </v:line>
        </w:pict>
      </w:r>
      <w:r>
        <w:rPr>
          <w:noProof/>
        </w:rPr>
        <w:pict>
          <v:line id="_x0000_s1525" style="position:absolute;left:0;text-align:left;z-index:-251653120;mso-position-horizontal-relative:page;mso-position-vertical-relative:page" from="161pt,98pt" to="161pt,189pt" o:allowincell="f" strokeweight="1pt">
            <w10:wrap anchorx="page" anchory="page"/>
          </v:line>
        </w:pict>
      </w:r>
      <w:r>
        <w:rPr>
          <w:noProof/>
        </w:rPr>
        <w:pict>
          <v:line id="_x0000_s1526" style="position:absolute;left:0;text-align:left;z-index:-251652096;mso-position-horizontal-relative:page;mso-position-vertical-relative:page" from="799pt,97pt" to="799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 xml:space="preserve">RESIDUI PASSIVI DA ESERCIZIO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t xml:space="preserve">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COMP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t>. (EC=I-PC)</w:t>
      </w:r>
    </w:p>
    <w:p w:rsidR="008C6E80" w:rsidRDefault="008C6E80" w:rsidP="008C6E80">
      <w:pPr>
        <w:framePr w:w="1500" w:h="528" w:wrap="auto" w:vAnchor="page" w:hAnchor="page" w:x="14481" w:y="199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RESIDUI PASSIVI DA ESERCIZI PREC. (EP=RS-PR+R)</w:t>
      </w:r>
    </w:p>
    <w:p w:rsidR="008C6E80" w:rsidRDefault="008C6E80" w:rsidP="008C6E80">
      <w:pPr>
        <w:framePr w:w="1500" w:h="528" w:wrap="auto" w:vAnchor="page" w:hAnchor="page" w:x="11481" w:y="32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527" style="position:absolute;left:0;text-align:left;z-index:-251651072;mso-position-horizontal-relative:page;mso-position-vertical-relative:page" from="724pt,128pt" to="799pt,128pt" o:allowincell="f" strokeweight="1pt">
            <w10:wrap anchorx="page" anchory="page"/>
          </v:line>
        </w:pict>
      </w:r>
      <w:r>
        <w:rPr>
          <w:noProof/>
        </w:rPr>
        <w:pict>
          <v:line id="_x0000_s1528" style="position:absolute;left:0;text-align:left;z-index:-251650048;mso-position-horizontal-relative:page;mso-position-vertical-relative:page" from="724pt,159pt" to="799pt,159pt" o:allowincell="f" strokeweight="1pt">
            <w10:wrap anchorx="page" anchory="page"/>
          </v:line>
        </w:pict>
      </w:r>
      <w:r>
        <w:rPr>
          <w:noProof/>
        </w:rPr>
        <w:pict>
          <v:line id="_x0000_s1529" style="position:absolute;left:0;text-align:left;z-index:-251649024;mso-position-horizontal-relative:page;mso-position-vertical-relative:page" from="724pt,98pt" to="724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>FONDO PLURIENNALE VINCOLATO (FPV)</w:t>
      </w:r>
    </w:p>
    <w:p w:rsidR="008C6E80" w:rsidRDefault="008C6E80" w:rsidP="008C6E80">
      <w:pPr>
        <w:framePr w:w="1500" w:h="528" w:wrap="auto" w:vAnchor="page" w:hAnchor="page" w:x="12981" w:y="26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 xml:space="preserve">ECONOMIE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t xml:space="preserve"> COMPETENZA (ECP=CP-I-FPV)</w:t>
      </w:r>
    </w:p>
    <w:p w:rsidR="008C6E80" w:rsidRDefault="008C6E80" w:rsidP="008C6E80">
      <w:pPr>
        <w:framePr w:w="1500" w:h="176" w:wrap="auto" w:vAnchor="page" w:hAnchor="page" w:x="11481" w:y="27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IMPEGNI (I)</w:t>
      </w:r>
    </w:p>
    <w:p w:rsidR="008C6E80" w:rsidRDefault="008C6E80" w:rsidP="008C6E80">
      <w:pPr>
        <w:framePr w:w="1500" w:h="352" w:wrap="auto" w:vAnchor="page" w:hAnchor="page" w:x="11501" w:y="2085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530" style="position:absolute;left:0;text-align:left;z-index:-251648000;mso-position-horizontal-relative:page;mso-position-vertical-relative:page" from="574pt,98pt" to="574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>RIACCERTAMENTI RESIDUI (R)</w:t>
      </w:r>
    </w:p>
    <w:p w:rsidR="008C6E80" w:rsidRDefault="008C6E80" w:rsidP="008C6E80">
      <w:pPr>
        <w:framePr w:w="1500" w:h="352" w:wrap="auto" w:vAnchor="page" w:hAnchor="page" w:x="9961" w:y="3305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531" style="position:absolute;left:0;text-align:left;z-index:-251646976;mso-position-horizontal-relative:page;mso-position-vertical-relative:page" from="649pt,98pt" to="649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>TOTALE PAGAMENTI (TP=PR+PC)</w:t>
      </w:r>
    </w:p>
    <w:p w:rsidR="008C6E80" w:rsidRDefault="008C6E80" w:rsidP="008C6E80">
      <w:pPr>
        <w:framePr w:w="1500" w:h="352" w:wrap="auto" w:vAnchor="page" w:hAnchor="page" w:x="9961" w:y="2705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PAGAMENTI IN C/COMPETENZA (PC)</w:t>
      </w:r>
    </w:p>
    <w:p w:rsidR="008C6E80" w:rsidRDefault="008C6E80" w:rsidP="008C6E80">
      <w:pPr>
        <w:framePr w:w="1500" w:h="352" w:wrap="auto" w:vAnchor="page" w:hAnchor="page" w:x="9961" w:y="2085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PAGAMENTI IN C/RESIDUI (PR)</w:t>
      </w:r>
    </w:p>
    <w:p w:rsidR="008C6E80" w:rsidRDefault="008C6E80" w:rsidP="008C6E80">
      <w:pPr>
        <w:framePr w:w="1500" w:h="528" w:wrap="auto" w:vAnchor="page" w:hAnchor="page" w:x="8461" w:y="32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noProof/>
        </w:rPr>
        <w:pict>
          <v:line id="_x0000_s1532" style="position:absolute;left:0;text-align:left;z-index:-251645952;mso-position-horizontal-relative:page;mso-position-vertical-relative:page" from="498pt,98pt" to="498pt,189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 xml:space="preserve">PREVISIONI DEFINITIVE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t xml:space="preserve"> CASSA (CS)</w:t>
      </w:r>
    </w:p>
    <w:p w:rsidR="008C6E80" w:rsidRDefault="008C6E80" w:rsidP="008C6E80">
      <w:pPr>
        <w:framePr w:w="1500" w:h="528" w:wrap="auto" w:vAnchor="page" w:hAnchor="page" w:x="8461" w:y="2617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 xml:space="preserve">PREVISIONI DEFINITIVE </w:t>
      </w:r>
      <w:proofErr w:type="spellStart"/>
      <w:r>
        <w:rPr>
          <w:rFonts w:ascii="sansserif" w:hAnsi="sansserif" w:cs="sansserif"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color w:val="000000"/>
          <w:sz w:val="14"/>
          <w:szCs w:val="14"/>
        </w:rPr>
        <w:t xml:space="preserve"> COMPETENZA (CP)</w:t>
      </w:r>
    </w:p>
    <w:p w:rsidR="008C6E80" w:rsidRDefault="008C6E80" w:rsidP="008C6E80">
      <w:pPr>
        <w:framePr w:w="1500" w:h="352" w:wrap="auto" w:vAnchor="page" w:hAnchor="page" w:x="8461" w:y="2085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RESIDUI PASSIVI AL 1/1/2020 (RS)</w:t>
      </w:r>
    </w:p>
    <w:p w:rsidR="008C6E80" w:rsidRDefault="008C6E80" w:rsidP="008C6E80">
      <w:pPr>
        <w:framePr w:w="4980" w:h="176" w:wrap="auto" w:vAnchor="page" w:hAnchor="page" w:x="3301" w:y="391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533" style="position:absolute;z-index:-251644928;mso-position-horizontal-relative:page;mso-position-vertical-relative:page" from="423pt,128pt" to="649pt,128pt" o:allowincell="f" strokeweight="1pt">
            <w10:wrap anchorx="page" anchory="page"/>
          </v:line>
        </w:pict>
      </w:r>
      <w:r>
        <w:rPr>
          <w:noProof/>
        </w:rPr>
        <w:pict>
          <v:line id="_x0000_s1534" style="position:absolute;z-index:-251643904;mso-position-horizontal-relative:page;mso-position-vertical-relative:page" from="423pt,159pt" to="649pt,159pt" o:allowincell="f" strokeweight="1pt">
            <w10:wrap anchorx="page" anchory="page"/>
          </v:line>
        </w:pict>
      </w:r>
      <w:r>
        <w:rPr>
          <w:noProof/>
        </w:rPr>
        <w:pict>
          <v:line id="_x0000_s1535" style="position:absolute;z-index:-251642880;mso-position-horizontal-relative:page;mso-position-vertical-relative:page" from="422pt,98pt" to="422pt,189pt" o:allowincell="f" strokeweight="1pt">
            <w10:wrap anchorx="page" anchory="page"/>
          </v:line>
        </w:pict>
      </w:r>
      <w:r>
        <w:rPr>
          <w:noProof/>
        </w:rPr>
        <w:pict>
          <v:line id="_x0000_s1536" style="position:absolute;z-index:-251641856;mso-position-horizontal-relative:page;mso-position-vertical-relative:page" from="649pt,128pt" to="724pt,128pt" o:allowincell="f" strokeweight="1pt">
            <w10:wrap anchorx="page" anchory="page"/>
          </v:line>
        </w:pict>
      </w:r>
      <w:r>
        <w:rPr>
          <w:noProof/>
        </w:rPr>
        <w:pict>
          <v:line id="_x0000_s1537" style="position:absolute;z-index:-251640832;mso-position-horizontal-relative:page;mso-position-vertical-relative:page" from="649pt,159pt" to="724pt,159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4"/>
          <w:szCs w:val="14"/>
        </w:rPr>
        <w:t xml:space="preserve">DISAVANZO </w:t>
      </w:r>
      <w:proofErr w:type="spellStart"/>
      <w:r>
        <w:rPr>
          <w:rFonts w:ascii="sansserif" w:hAnsi="sansserif" w:cs="sansserif"/>
          <w:b/>
          <w:bCs/>
          <w:color w:val="000000"/>
          <w:sz w:val="14"/>
          <w:szCs w:val="14"/>
        </w:rPr>
        <w:t>DI</w:t>
      </w:r>
      <w:proofErr w:type="spellEnd"/>
      <w:r>
        <w:rPr>
          <w:rFonts w:ascii="sansserif" w:hAnsi="sansserif" w:cs="sansserif"/>
          <w:b/>
          <w:bCs/>
          <w:color w:val="000000"/>
          <w:sz w:val="14"/>
          <w:szCs w:val="14"/>
        </w:rPr>
        <w:t xml:space="preserve"> AMMINISTRAZIONE</w:t>
      </w:r>
    </w:p>
    <w:p w:rsidR="008C6E80" w:rsidRDefault="008C6E80" w:rsidP="008C6E80">
      <w:pPr>
        <w:framePr w:w="1100" w:h="176" w:wrap="auto" w:vAnchor="page" w:hAnchor="page" w:x="8821" w:y="391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360" w:h="176" w:wrap="auto" w:vAnchor="page" w:hAnchor="page" w:x="8461" w:y="391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4980" w:h="150" w:wrap="auto" w:vAnchor="page" w:hAnchor="page" w:x="3301" w:y="4206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538" style="position:absolute;z-index:-251639808;mso-position-horizontal-relative:page;mso-position-vertical-relative:page" from="42pt,190pt" to="42pt,222pt" o:allowincell="f" strokeweight="1pt">
            <w10:wrap anchorx="page" anchory="page"/>
          </v:line>
        </w:pict>
      </w:r>
      <w:r>
        <w:rPr>
          <w:noProof/>
        </w:rPr>
        <w:pict>
          <v:line id="_x0000_s1539" style="position:absolute;z-index:-251638784;mso-position-horizontal-relative:page;mso-position-vertical-relative:page" from="799pt,190pt" to="799pt,222pt" o:allowincell="f" strokeweight="1pt">
            <w10:wrap anchorx="page" anchory="page"/>
          </v:line>
        </w:pict>
      </w:r>
      <w:r>
        <w:rPr>
          <w:noProof/>
        </w:rPr>
        <w:pict>
          <v:line id="_x0000_s1540" style="position:absolute;z-index:-251637760;mso-position-horizontal-relative:page;mso-position-vertical-relative:page" from="42pt,221pt" to="799pt,221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2"/>
          <w:szCs w:val="12"/>
        </w:rPr>
        <w:t>DISAVANZO  DERIVANTE DA DEBITO AUTORIZZATO E NON CONTRATTO</w:t>
      </w:r>
    </w:p>
    <w:p w:rsidR="008C6E80" w:rsidRDefault="008C6E80" w:rsidP="008C6E80">
      <w:pPr>
        <w:framePr w:w="360" w:h="176" w:wrap="auto" w:vAnchor="page" w:hAnchor="page" w:x="8461" w:y="41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1100" w:h="176" w:wrap="auto" w:vAnchor="page" w:hAnchor="page" w:x="8821" w:y="41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1100" w:h="176" w:wrap="auto" w:vAnchor="page" w:hAnchor="page" w:x="2041" w:y="46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541" style="position:absolute;z-index:-251636736;mso-position-horizontal-relative:page;mso-position-vertical-relative:page" from="42pt,271pt" to="799pt,271pt" o:allowincell="f" strokeweight="1pt">
            <w10:wrap anchorx="page" anchory="page"/>
          </v:line>
        </w:pict>
      </w:r>
      <w:r>
        <w:rPr>
          <w:noProof/>
        </w:rPr>
        <w:pict>
          <v:line id="_x0000_s1542" style="position:absolute;z-index:-251635712;mso-position-horizontal-relative:page;mso-position-vertical-relative:page" from="42pt,222pt" to="42pt,272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4"/>
          <w:szCs w:val="14"/>
        </w:rPr>
        <w:t>Titolo 1</w:t>
      </w:r>
    </w:p>
    <w:p w:rsidR="008C6E80" w:rsidRDefault="008C6E80" w:rsidP="008C6E80">
      <w:pPr>
        <w:framePr w:w="4940" w:h="176" w:wrap="auto" w:vAnchor="page" w:hAnchor="page" w:x="3341" w:y="46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Spese correnti</w:t>
      </w:r>
    </w:p>
    <w:p w:rsidR="008C6E80" w:rsidRDefault="008C6E80" w:rsidP="008C6E80">
      <w:pPr>
        <w:framePr w:w="1100" w:h="176" w:wrap="auto" w:vAnchor="page" w:hAnchor="page" w:x="8821" w:y="4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noProof/>
        </w:rPr>
        <w:pict>
          <v:line id="_x0000_s1543" style="position:absolute;left:0;text-align:left;z-index:-251634688;mso-position-horizontal-relative:page;mso-position-vertical-relative:page" from="799pt,222pt" to="799pt,272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>2.368.123,57</w:t>
      </w:r>
    </w:p>
    <w:p w:rsidR="008C6E80" w:rsidRDefault="008C6E80" w:rsidP="008C6E80">
      <w:pPr>
        <w:framePr w:w="1100" w:h="176" w:wrap="auto" w:vAnchor="page" w:hAnchor="page" w:x="8821" w:y="4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14.643.716,25</w:t>
      </w:r>
    </w:p>
    <w:p w:rsidR="008C6E80" w:rsidRDefault="008C6E80" w:rsidP="008C6E80">
      <w:pPr>
        <w:framePr w:w="1100" w:h="176" w:wrap="auto" w:vAnchor="page" w:hAnchor="page" w:x="8821" w:y="5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17.332.877,37</w:t>
      </w:r>
    </w:p>
    <w:p w:rsidR="008C6E80" w:rsidRDefault="008C6E80" w:rsidP="008C6E80">
      <w:pPr>
        <w:framePr w:w="360" w:h="176" w:wrap="auto" w:vAnchor="page" w:hAnchor="page" w:x="8461" w:y="4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RS</w:t>
      </w:r>
    </w:p>
    <w:p w:rsidR="008C6E80" w:rsidRDefault="008C6E80" w:rsidP="008C6E80">
      <w:pPr>
        <w:framePr w:w="360" w:h="176" w:wrap="auto" w:vAnchor="page" w:hAnchor="page" w:x="8461" w:y="4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5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CS</w:t>
      </w:r>
    </w:p>
    <w:p w:rsidR="008C6E80" w:rsidRDefault="008C6E80" w:rsidP="008C6E80">
      <w:pPr>
        <w:framePr w:w="1100" w:h="176" w:wrap="auto" w:vAnchor="page" w:hAnchor="page" w:x="10321" w:y="4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2.182.933,00</w:t>
      </w:r>
    </w:p>
    <w:p w:rsidR="008C6E80" w:rsidRDefault="008C6E80" w:rsidP="008C6E80">
      <w:pPr>
        <w:framePr w:w="1100" w:h="176" w:wrap="auto" w:vAnchor="page" w:hAnchor="page" w:x="10321" w:y="4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6.641.471,50</w:t>
      </w:r>
    </w:p>
    <w:p w:rsidR="008C6E80" w:rsidRDefault="008C6E80" w:rsidP="008C6E80">
      <w:pPr>
        <w:framePr w:w="1100" w:h="176" w:wrap="auto" w:vAnchor="page" w:hAnchor="page" w:x="10321" w:y="5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8.824.404,50</w:t>
      </w:r>
    </w:p>
    <w:p w:rsidR="008C6E80" w:rsidRDefault="008C6E80" w:rsidP="008C6E80">
      <w:pPr>
        <w:framePr w:w="360" w:h="176" w:wrap="auto" w:vAnchor="page" w:hAnchor="page" w:x="9961" w:y="4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PR</w:t>
      </w:r>
    </w:p>
    <w:p w:rsidR="008C6E80" w:rsidRDefault="008C6E80" w:rsidP="008C6E80">
      <w:pPr>
        <w:framePr w:w="360" w:h="176" w:wrap="auto" w:vAnchor="page" w:hAnchor="page" w:x="9961" w:y="4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PC</w:t>
      </w:r>
    </w:p>
    <w:p w:rsidR="008C6E80" w:rsidRDefault="008C6E80" w:rsidP="008C6E80">
      <w:pPr>
        <w:framePr w:w="360" w:h="176" w:wrap="auto" w:vAnchor="page" w:hAnchor="page" w:x="9961" w:y="5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TP</w:t>
      </w:r>
    </w:p>
    <w:p w:rsidR="008C6E80" w:rsidRDefault="008C6E80" w:rsidP="008C6E80">
      <w:pPr>
        <w:framePr w:w="1100" w:h="176" w:wrap="auto" w:vAnchor="page" w:hAnchor="page" w:x="11841" w:y="4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11.610.818,99</w:t>
      </w:r>
    </w:p>
    <w:p w:rsidR="008C6E80" w:rsidRDefault="008C6E80" w:rsidP="008C6E80">
      <w:pPr>
        <w:framePr w:w="1100" w:h="176" w:wrap="auto" w:vAnchor="page" w:hAnchor="page" w:x="13361" w:y="4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3.032.897,26</w:t>
      </w:r>
    </w:p>
    <w:p w:rsidR="008C6E80" w:rsidRDefault="008C6E80" w:rsidP="008C6E80">
      <w:pPr>
        <w:framePr w:w="1100" w:h="176" w:wrap="auto" w:vAnchor="page" w:hAnchor="page" w:x="11841" w:y="5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360" w:h="176" w:wrap="auto" w:vAnchor="page" w:hAnchor="page" w:x="11481" w:y="4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I</w:t>
      </w:r>
    </w:p>
    <w:p w:rsidR="008C6E80" w:rsidRDefault="008C6E80" w:rsidP="008C6E80">
      <w:pPr>
        <w:framePr w:w="360" w:h="176" w:wrap="auto" w:vAnchor="page" w:hAnchor="page" w:x="13001" w:y="4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ECP</w:t>
      </w:r>
    </w:p>
    <w:p w:rsidR="008C6E80" w:rsidRDefault="008C6E80" w:rsidP="008C6E80">
      <w:pPr>
        <w:framePr w:w="360" w:h="176" w:wrap="auto" w:vAnchor="page" w:hAnchor="page" w:x="11481" w:y="5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FPV</w:t>
      </w:r>
    </w:p>
    <w:p w:rsidR="008C6E80" w:rsidRDefault="008C6E80" w:rsidP="008C6E80">
      <w:pPr>
        <w:framePr w:w="360" w:h="176" w:wrap="auto" w:vAnchor="page" w:hAnchor="page" w:x="11481" w:y="4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</w:t>
      </w:r>
    </w:p>
    <w:p w:rsidR="008C6E80" w:rsidRDefault="008C6E80" w:rsidP="008C6E80">
      <w:pPr>
        <w:framePr w:w="1100" w:h="176" w:wrap="auto" w:vAnchor="page" w:hAnchor="page" w:x="11841" w:y="4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-143.853,84</w:t>
      </w:r>
    </w:p>
    <w:p w:rsidR="008C6E80" w:rsidRDefault="008C6E80" w:rsidP="008C6E80">
      <w:pPr>
        <w:framePr w:w="1100" w:h="176" w:wrap="auto" w:vAnchor="page" w:hAnchor="page" w:x="14861" w:y="5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5.010.684,22</w:t>
      </w:r>
    </w:p>
    <w:p w:rsidR="008C6E80" w:rsidRDefault="008C6E80" w:rsidP="008C6E80">
      <w:pPr>
        <w:framePr w:w="360" w:h="176" w:wrap="auto" w:vAnchor="page" w:hAnchor="page" w:x="14501" w:y="5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TR</w:t>
      </w:r>
    </w:p>
    <w:p w:rsidR="008C6E80" w:rsidRDefault="008C6E80" w:rsidP="008C6E80">
      <w:pPr>
        <w:framePr w:w="360" w:h="176" w:wrap="auto" w:vAnchor="page" w:hAnchor="page" w:x="14501" w:y="4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EC</w:t>
      </w:r>
    </w:p>
    <w:p w:rsidR="008C6E80" w:rsidRDefault="008C6E80" w:rsidP="008C6E80">
      <w:pPr>
        <w:framePr w:w="360" w:h="176" w:wrap="auto" w:vAnchor="page" w:hAnchor="page" w:x="14501" w:y="4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EP</w:t>
      </w:r>
    </w:p>
    <w:p w:rsidR="008C6E80" w:rsidRDefault="008C6E80" w:rsidP="008C6E80">
      <w:pPr>
        <w:framePr w:w="1100" w:h="176" w:wrap="auto" w:vAnchor="page" w:hAnchor="page" w:x="14861" w:y="4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41.336,73</w:t>
      </w:r>
    </w:p>
    <w:p w:rsidR="008C6E80" w:rsidRDefault="008C6E80" w:rsidP="008C6E80">
      <w:pPr>
        <w:framePr w:w="1100" w:h="176" w:wrap="auto" w:vAnchor="page" w:hAnchor="page" w:x="14861" w:y="4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4.969.347,49</w:t>
      </w:r>
    </w:p>
    <w:p w:rsidR="008C6E80" w:rsidRDefault="008C6E80" w:rsidP="008C6E80">
      <w:pPr>
        <w:framePr w:w="1100" w:h="176" w:wrap="auto" w:vAnchor="page" w:hAnchor="page" w:x="2041" w:y="56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noProof/>
        </w:rPr>
        <w:pict>
          <v:line id="_x0000_s1544" style="position:absolute;z-index:-251633664;mso-position-horizontal-relative:page;mso-position-vertical-relative:page" from="42pt,321pt" to="799pt,321pt" o:allowincell="f" strokeweight="1pt">
            <w10:wrap anchorx="page" anchory="page"/>
          </v:line>
        </w:pict>
      </w:r>
      <w:r>
        <w:rPr>
          <w:noProof/>
        </w:rPr>
        <w:pict>
          <v:line id="_x0000_s1545" style="position:absolute;z-index:-251632640;mso-position-horizontal-relative:page;mso-position-vertical-relative:page" from="42pt,272pt" to="42pt,322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4"/>
          <w:szCs w:val="14"/>
        </w:rPr>
        <w:t>Titolo 7</w:t>
      </w:r>
    </w:p>
    <w:p w:rsidR="008C6E80" w:rsidRDefault="008C6E80" w:rsidP="008C6E80">
      <w:pPr>
        <w:framePr w:w="4940" w:h="176" w:wrap="auto" w:vAnchor="page" w:hAnchor="page" w:x="3341" w:y="5673"/>
        <w:widowControl w:val="0"/>
        <w:autoSpaceDE w:val="0"/>
        <w:autoSpaceDN w:val="0"/>
        <w:adjustRightInd w:val="0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Spese per conto terzi e partite di giro</w:t>
      </w:r>
    </w:p>
    <w:p w:rsidR="008C6E80" w:rsidRDefault="008C6E80" w:rsidP="008C6E80">
      <w:pPr>
        <w:framePr w:w="1100" w:h="176" w:wrap="auto" w:vAnchor="page" w:hAnchor="page" w:x="8821" w:y="5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noProof/>
        </w:rPr>
        <w:pict>
          <v:line id="_x0000_s1546" style="position:absolute;left:0;text-align:left;z-index:-251631616;mso-position-horizontal-relative:page;mso-position-vertical-relative:page" from="799pt,272pt" to="799pt,322pt" o:allowincell="f" strokeweight="1pt">
            <w10:wrap anchorx="page" anchory="page"/>
          </v:line>
        </w:pict>
      </w:r>
      <w:r>
        <w:rPr>
          <w:rFonts w:ascii="sansserif" w:hAnsi="sansserif" w:cs="sansserif"/>
          <w:color w:val="000000"/>
          <w:sz w:val="14"/>
          <w:szCs w:val="14"/>
        </w:rPr>
        <w:t>12.478.178,79</w:t>
      </w:r>
    </w:p>
    <w:p w:rsidR="008C6E80" w:rsidRDefault="008C6E80" w:rsidP="008C6E80">
      <w:pPr>
        <w:framePr w:w="1100" w:h="176" w:wrap="auto" w:vAnchor="page" w:hAnchor="page" w:x="8821" w:y="5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13.309.798,16</w:t>
      </w:r>
    </w:p>
    <w:p w:rsidR="008C6E80" w:rsidRDefault="008C6E80" w:rsidP="008C6E80">
      <w:pPr>
        <w:framePr w:w="1100" w:h="176" w:wrap="auto" w:vAnchor="page" w:hAnchor="page" w:x="8821" w:y="6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13.388.368,54</w:t>
      </w:r>
    </w:p>
    <w:p w:rsidR="008C6E80" w:rsidRDefault="008C6E80" w:rsidP="008C6E80">
      <w:pPr>
        <w:framePr w:w="360" w:h="176" w:wrap="auto" w:vAnchor="page" w:hAnchor="page" w:x="8461" w:y="5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RS</w:t>
      </w:r>
    </w:p>
    <w:p w:rsidR="008C6E80" w:rsidRDefault="008C6E80" w:rsidP="008C6E80">
      <w:pPr>
        <w:framePr w:w="360" w:h="176" w:wrap="auto" w:vAnchor="page" w:hAnchor="page" w:x="8461" w:y="5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6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CS</w:t>
      </w:r>
    </w:p>
    <w:p w:rsidR="008C6E80" w:rsidRDefault="008C6E80" w:rsidP="008C6E80">
      <w:pPr>
        <w:framePr w:w="1100" w:h="176" w:wrap="auto" w:vAnchor="page" w:hAnchor="page" w:x="10321" w:y="5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12.478.178,79</w:t>
      </w:r>
    </w:p>
    <w:p w:rsidR="008C6E80" w:rsidRDefault="008C6E80" w:rsidP="008C6E80">
      <w:pPr>
        <w:framePr w:w="1100" w:h="176" w:wrap="auto" w:vAnchor="page" w:hAnchor="page" w:x="10321" w:y="5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380.617,11</w:t>
      </w:r>
    </w:p>
    <w:p w:rsidR="008C6E80" w:rsidRDefault="008C6E80" w:rsidP="008C6E80">
      <w:pPr>
        <w:framePr w:w="1100" w:h="176" w:wrap="auto" w:vAnchor="page" w:hAnchor="page" w:x="10321" w:y="6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12.858.795,90</w:t>
      </w:r>
    </w:p>
    <w:p w:rsidR="008C6E80" w:rsidRDefault="008C6E80" w:rsidP="008C6E80">
      <w:pPr>
        <w:framePr w:w="360" w:h="176" w:wrap="auto" w:vAnchor="page" w:hAnchor="page" w:x="9961" w:y="5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PR</w:t>
      </w:r>
    </w:p>
    <w:p w:rsidR="008C6E80" w:rsidRDefault="008C6E80" w:rsidP="008C6E80">
      <w:pPr>
        <w:framePr w:w="360" w:h="176" w:wrap="auto" w:vAnchor="page" w:hAnchor="page" w:x="9961" w:y="5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PC</w:t>
      </w:r>
    </w:p>
    <w:p w:rsidR="008C6E80" w:rsidRDefault="008C6E80" w:rsidP="008C6E80">
      <w:pPr>
        <w:framePr w:w="360" w:h="176" w:wrap="auto" w:vAnchor="page" w:hAnchor="page" w:x="9961" w:y="6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TP</w:t>
      </w:r>
    </w:p>
    <w:p w:rsidR="008C6E80" w:rsidRDefault="008C6E80" w:rsidP="008C6E80">
      <w:pPr>
        <w:framePr w:w="1100" w:h="176" w:wrap="auto" w:vAnchor="page" w:hAnchor="page" w:x="11841" w:y="5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12.207.320,76</w:t>
      </w:r>
    </w:p>
    <w:p w:rsidR="008C6E80" w:rsidRDefault="008C6E80" w:rsidP="008C6E80">
      <w:pPr>
        <w:framePr w:w="1100" w:h="176" w:wrap="auto" w:vAnchor="page" w:hAnchor="page" w:x="13361" w:y="5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1.102.477,40</w:t>
      </w:r>
    </w:p>
    <w:p w:rsidR="008C6E80" w:rsidRDefault="008C6E80" w:rsidP="008C6E80">
      <w:pPr>
        <w:framePr w:w="1100" w:h="176" w:wrap="auto" w:vAnchor="page" w:hAnchor="page" w:x="11841" w:y="6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360" w:h="176" w:wrap="auto" w:vAnchor="page" w:hAnchor="page" w:x="11481" w:y="5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I</w:t>
      </w:r>
    </w:p>
    <w:p w:rsidR="008C6E80" w:rsidRDefault="008C6E80" w:rsidP="008C6E80">
      <w:pPr>
        <w:framePr w:w="360" w:h="176" w:wrap="auto" w:vAnchor="page" w:hAnchor="page" w:x="13001" w:y="5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ECP</w:t>
      </w:r>
    </w:p>
    <w:p w:rsidR="008C6E80" w:rsidRDefault="008C6E80" w:rsidP="008C6E80">
      <w:pPr>
        <w:framePr w:w="360" w:h="176" w:wrap="auto" w:vAnchor="page" w:hAnchor="page" w:x="11481" w:y="6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FPV</w:t>
      </w:r>
    </w:p>
    <w:p w:rsidR="008C6E80" w:rsidRDefault="008C6E80" w:rsidP="008C6E80">
      <w:pPr>
        <w:framePr w:w="360" w:h="176" w:wrap="auto" w:vAnchor="page" w:hAnchor="page" w:x="11481" w:y="5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R</w:t>
      </w:r>
    </w:p>
    <w:p w:rsidR="008C6E80" w:rsidRDefault="008C6E80" w:rsidP="008C6E80">
      <w:pPr>
        <w:framePr w:w="1100" w:h="176" w:wrap="auto" w:vAnchor="page" w:hAnchor="page" w:x="11841" w:y="5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1100" w:h="176" w:wrap="auto" w:vAnchor="page" w:hAnchor="page" w:x="14861" w:y="60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11.826.703,65</w:t>
      </w:r>
    </w:p>
    <w:p w:rsidR="008C6E80" w:rsidRDefault="008C6E80" w:rsidP="008C6E80">
      <w:pPr>
        <w:framePr w:w="360" w:h="176" w:wrap="auto" w:vAnchor="page" w:hAnchor="page" w:x="14501" w:y="60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TR</w:t>
      </w:r>
    </w:p>
    <w:p w:rsidR="008C6E80" w:rsidRDefault="008C6E80" w:rsidP="008C6E80">
      <w:pPr>
        <w:framePr w:w="360" w:h="176" w:wrap="auto" w:vAnchor="page" w:hAnchor="page" w:x="14501" w:y="58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EC</w:t>
      </w:r>
    </w:p>
    <w:p w:rsidR="008C6E80" w:rsidRDefault="008C6E80" w:rsidP="008C6E80">
      <w:pPr>
        <w:framePr w:w="360" w:h="176" w:wrap="auto" w:vAnchor="page" w:hAnchor="page" w:x="14501" w:y="567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EP</w:t>
      </w:r>
    </w:p>
    <w:p w:rsidR="008C6E80" w:rsidRDefault="008C6E80" w:rsidP="008C6E80">
      <w:pPr>
        <w:framePr w:w="1100" w:h="176" w:wrap="auto" w:vAnchor="page" w:hAnchor="page" w:x="14861" w:y="56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0,00</w:t>
      </w:r>
    </w:p>
    <w:p w:rsidR="008C6E80" w:rsidRDefault="008C6E80" w:rsidP="008C6E80">
      <w:pPr>
        <w:framePr w:w="1100" w:h="176" w:wrap="auto" w:vAnchor="page" w:hAnchor="page" w:x="14861" w:y="587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color w:val="000000"/>
          <w:sz w:val="14"/>
          <w:szCs w:val="14"/>
        </w:rPr>
        <w:t>11.826.703,65</w:t>
      </w:r>
    </w:p>
    <w:p w:rsidR="008C6E80" w:rsidRDefault="008C6E80" w:rsidP="008C6E80">
      <w:pPr>
        <w:framePr w:w="1100" w:h="176" w:wrap="auto" w:vAnchor="page" w:hAnchor="page" w:x="14861" w:y="68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noProof/>
        </w:rPr>
        <w:pict>
          <v:rect id="_x0000_s1547" style="position:absolute;left:0;text-align:left;margin-left:42pt;margin-top:322pt;width:757pt;height:34pt;z-index:-251630592;mso-position-horizontal-relative:page;mso-position-vertical-relative:page" o:allowincell="f" fillcolor="#ccc" stroked="f" strokeweight="0">
            <v:fill color2="black"/>
            <w10:wrap anchorx="page" anchory="page"/>
          </v:rect>
        </w:pict>
      </w:r>
      <w:r>
        <w:rPr>
          <w:noProof/>
        </w:rPr>
        <w:pict>
          <v:line id="_x0000_s1548" style="position:absolute;left:0;text-align:left;z-index:-251629568;mso-position-horizontal-relative:page;mso-position-vertical-relative:page" from="42pt,322pt" to="42pt,356pt" o:allowincell="f" strokeweight="1pt">
            <w10:wrap anchorx="page" anchory="page"/>
          </v:line>
        </w:pict>
      </w:r>
      <w:r>
        <w:rPr>
          <w:noProof/>
        </w:rPr>
        <w:pict>
          <v:line id="_x0000_s1549" style="position:absolute;left:0;text-align:left;z-index:-251628544;mso-position-horizontal-relative:page;mso-position-vertical-relative:page" from="799pt,322pt" to="799pt,356pt" o:allowincell="f" strokeweight="1pt">
            <w10:wrap anchorx="page" anchory="page"/>
          </v:line>
        </w:pict>
      </w:r>
      <w:r>
        <w:rPr>
          <w:rFonts w:ascii="sansserif" w:hAnsi="sansserif" w:cs="sansserif"/>
          <w:b/>
          <w:bCs/>
          <w:color w:val="000000"/>
          <w:sz w:val="14"/>
          <w:szCs w:val="14"/>
        </w:rPr>
        <w:t>16.837.387,87</w:t>
      </w:r>
    </w:p>
    <w:p w:rsidR="008C6E80" w:rsidRDefault="008C6E80" w:rsidP="008C6E80">
      <w:pPr>
        <w:framePr w:w="1100" w:h="176" w:wrap="auto" w:vAnchor="page" w:hAnchor="page" w:x="14861" w:y="66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16.796.051,14</w:t>
      </w:r>
    </w:p>
    <w:p w:rsidR="008C6E80" w:rsidRDefault="008C6E80" w:rsidP="008C6E80">
      <w:pPr>
        <w:framePr w:w="1100" w:h="176" w:wrap="auto" w:vAnchor="page" w:hAnchor="page" w:x="14861" w:y="64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41.336,73</w:t>
      </w:r>
    </w:p>
    <w:p w:rsidR="008C6E80" w:rsidRDefault="008C6E80" w:rsidP="008C6E80">
      <w:pPr>
        <w:framePr w:w="360" w:h="176" w:wrap="auto" w:vAnchor="page" w:hAnchor="page" w:x="14501" w:y="64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EP</w:t>
      </w:r>
    </w:p>
    <w:p w:rsidR="008C6E80" w:rsidRDefault="008C6E80" w:rsidP="008C6E80">
      <w:pPr>
        <w:framePr w:w="360" w:h="176" w:wrap="auto" w:vAnchor="page" w:hAnchor="page" w:x="14501" w:y="66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EC</w:t>
      </w:r>
    </w:p>
    <w:p w:rsidR="008C6E80" w:rsidRDefault="008C6E80" w:rsidP="008C6E80">
      <w:pPr>
        <w:framePr w:w="360" w:h="176" w:wrap="auto" w:vAnchor="page" w:hAnchor="page" w:x="14501" w:y="68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TR</w:t>
      </w:r>
    </w:p>
    <w:p w:rsidR="008C6E80" w:rsidRDefault="008C6E80" w:rsidP="008C6E80">
      <w:pPr>
        <w:framePr w:w="1100" w:h="176" w:wrap="auto" w:vAnchor="page" w:hAnchor="page" w:x="11841" w:y="66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23.818.139,75</w:t>
      </w:r>
    </w:p>
    <w:p w:rsidR="008C6E80" w:rsidRDefault="008C6E80" w:rsidP="008C6E80">
      <w:pPr>
        <w:framePr w:w="1100" w:h="176" w:wrap="auto" w:vAnchor="page" w:hAnchor="page" w:x="13361" w:y="66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4.135.374,66</w:t>
      </w:r>
    </w:p>
    <w:p w:rsidR="008C6E80" w:rsidRDefault="008C6E80" w:rsidP="008C6E80">
      <w:pPr>
        <w:framePr w:w="1100" w:h="176" w:wrap="auto" w:vAnchor="page" w:hAnchor="page" w:x="11841" w:y="68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0,00</w:t>
      </w:r>
    </w:p>
    <w:p w:rsidR="008C6E80" w:rsidRDefault="008C6E80" w:rsidP="008C6E80">
      <w:pPr>
        <w:framePr w:w="360" w:h="176" w:wrap="auto" w:vAnchor="page" w:hAnchor="page" w:x="11481" w:y="68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FPV</w:t>
      </w:r>
    </w:p>
    <w:p w:rsidR="008C6E80" w:rsidRDefault="008C6E80" w:rsidP="008C6E80">
      <w:pPr>
        <w:framePr w:w="360" w:h="176" w:wrap="auto" w:vAnchor="page" w:hAnchor="page" w:x="13001" w:y="66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ECP</w:t>
      </w:r>
    </w:p>
    <w:p w:rsidR="008C6E80" w:rsidRDefault="008C6E80" w:rsidP="008C6E80">
      <w:pPr>
        <w:framePr w:w="360" w:h="176" w:wrap="auto" w:vAnchor="page" w:hAnchor="page" w:x="11481" w:y="66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I</w:t>
      </w:r>
    </w:p>
    <w:p w:rsidR="008C6E80" w:rsidRDefault="008C6E80" w:rsidP="008C6E80">
      <w:pPr>
        <w:framePr w:w="1100" w:h="176" w:wrap="auto" w:vAnchor="page" w:hAnchor="page" w:x="10321" w:y="64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14.661.111,79</w:t>
      </w:r>
    </w:p>
    <w:p w:rsidR="008C6E80" w:rsidRDefault="008C6E80" w:rsidP="008C6E80">
      <w:pPr>
        <w:framePr w:w="1100" w:h="176" w:wrap="auto" w:vAnchor="page" w:hAnchor="page" w:x="10321" w:y="66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7.022.088,61</w:t>
      </w:r>
    </w:p>
    <w:p w:rsidR="008C6E80" w:rsidRDefault="008C6E80" w:rsidP="008C6E80">
      <w:pPr>
        <w:framePr w:w="1100" w:h="176" w:wrap="auto" w:vAnchor="page" w:hAnchor="page" w:x="10321" w:y="68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21.683.200,40</w:t>
      </w:r>
    </w:p>
    <w:p w:rsidR="008C6E80" w:rsidRDefault="008C6E80" w:rsidP="008C6E80">
      <w:pPr>
        <w:framePr w:w="360" w:h="176" w:wrap="auto" w:vAnchor="page" w:hAnchor="page" w:x="9961" w:y="68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TP</w:t>
      </w:r>
    </w:p>
    <w:p w:rsidR="008C6E80" w:rsidRDefault="008C6E80" w:rsidP="008C6E80">
      <w:pPr>
        <w:framePr w:w="360" w:h="176" w:wrap="auto" w:vAnchor="page" w:hAnchor="page" w:x="9961" w:y="66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PC</w:t>
      </w:r>
    </w:p>
    <w:p w:rsidR="008C6E80" w:rsidRDefault="008C6E80" w:rsidP="008C6E80">
      <w:pPr>
        <w:framePr w:w="360" w:h="176" w:wrap="auto" w:vAnchor="page" w:hAnchor="page" w:x="9961" w:y="64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PR</w:t>
      </w:r>
    </w:p>
    <w:p w:rsidR="008C6E80" w:rsidRDefault="008C6E80" w:rsidP="008C6E80">
      <w:pPr>
        <w:framePr w:w="1100" w:h="176" w:wrap="auto" w:vAnchor="page" w:hAnchor="page" w:x="8821" w:y="64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14.846.302,36</w:t>
      </w:r>
    </w:p>
    <w:p w:rsidR="008C6E80" w:rsidRDefault="008C6E80" w:rsidP="008C6E80">
      <w:pPr>
        <w:framePr w:w="1100" w:h="176" w:wrap="auto" w:vAnchor="page" w:hAnchor="page" w:x="8821" w:y="66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27.953.514,41</w:t>
      </w:r>
    </w:p>
    <w:p w:rsidR="008C6E80" w:rsidRDefault="008C6E80" w:rsidP="008C6E80">
      <w:pPr>
        <w:framePr w:w="1100" w:h="176" w:wrap="auto" w:vAnchor="page" w:hAnchor="page" w:x="8821" w:y="68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30.721.245,91</w:t>
      </w:r>
    </w:p>
    <w:p w:rsidR="008C6E80" w:rsidRDefault="008C6E80" w:rsidP="008C6E80">
      <w:pPr>
        <w:framePr w:w="360" w:h="176" w:wrap="auto" w:vAnchor="page" w:hAnchor="page" w:x="8461" w:y="68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CS</w:t>
      </w:r>
    </w:p>
    <w:p w:rsidR="008C6E80" w:rsidRDefault="008C6E80" w:rsidP="008C6E80">
      <w:pPr>
        <w:framePr w:w="360" w:h="176" w:wrap="auto" w:vAnchor="page" w:hAnchor="page" w:x="8461" w:y="66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64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RS</w:t>
      </w:r>
    </w:p>
    <w:p w:rsidR="008C6E80" w:rsidRDefault="008C6E80" w:rsidP="008C6E80">
      <w:pPr>
        <w:framePr w:w="1100" w:h="176" w:wrap="auto" w:vAnchor="page" w:hAnchor="page" w:x="11841" w:y="649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-143.853,84</w:t>
      </w:r>
    </w:p>
    <w:p w:rsidR="008C6E80" w:rsidRDefault="008C6E80" w:rsidP="008C6E80">
      <w:pPr>
        <w:framePr w:w="360" w:h="176" w:wrap="auto" w:vAnchor="page" w:hAnchor="page" w:x="11481" w:y="649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</w:t>
      </w:r>
    </w:p>
    <w:p w:rsidR="008C6E80" w:rsidRDefault="008C6E80" w:rsidP="008C6E80">
      <w:pPr>
        <w:framePr w:w="6700" w:h="176" w:wrap="auto" w:vAnchor="page" w:hAnchor="page" w:x="1181" w:y="652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i/>
          <w:iCs/>
          <w:color w:val="000000"/>
          <w:sz w:val="14"/>
          <w:szCs w:val="14"/>
        </w:rPr>
        <w:t>TOTALE TITOLI</w:t>
      </w:r>
    </w:p>
    <w:p w:rsidR="008C6E80" w:rsidRDefault="008C6E80" w:rsidP="008C6E80">
      <w:pPr>
        <w:framePr w:w="6940" w:h="176" w:wrap="auto" w:vAnchor="page" w:hAnchor="page" w:x="921" w:y="72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noProof/>
        </w:rPr>
        <w:pict>
          <v:line id="_x0000_s1550" style="position:absolute;left:0;text-align:left;z-index:-251627520;mso-position-horizontal-relative:page;mso-position-vertical-relative:page" from="42pt,355pt" to="799pt,355pt" o:allowincell="f" strokeweight="1pt">
            <w10:wrap anchorx="page" anchory="page"/>
          </v:line>
        </w:pict>
      </w:r>
      <w:r>
        <w:rPr>
          <w:noProof/>
        </w:rPr>
        <w:pict>
          <v:rect id="_x0000_s1551" style="position:absolute;left:0;text-align:left;margin-left:42pt;margin-top:356pt;width:757pt;height:34pt;z-index:-251626496;mso-position-horizontal-relative:page;mso-position-vertical-relative:page" o:allowincell="f" fillcolor="#ccc" stroked="f" strokeweight="0">
            <v:fill color2="black"/>
            <w10:wrap anchorx="page" anchory="page"/>
          </v:rect>
        </w:pict>
      </w:r>
      <w:r>
        <w:rPr>
          <w:rFonts w:ascii="sansserif" w:hAnsi="sansserif" w:cs="sansserif"/>
          <w:b/>
          <w:bCs/>
          <w:i/>
          <w:iCs/>
          <w:color w:val="000000"/>
          <w:sz w:val="14"/>
          <w:szCs w:val="14"/>
        </w:rPr>
        <w:t>TOTALE GENERALE DELLE SPESE</w:t>
      </w:r>
    </w:p>
    <w:p w:rsidR="008C6E80" w:rsidRDefault="008C6E80" w:rsidP="008C6E80">
      <w:pPr>
        <w:framePr w:w="360" w:h="176" w:wrap="auto" w:vAnchor="page" w:hAnchor="page" w:x="8461" w:y="71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RS</w:t>
      </w:r>
    </w:p>
    <w:p w:rsidR="008C6E80" w:rsidRDefault="008C6E80" w:rsidP="008C6E80">
      <w:pPr>
        <w:framePr w:w="360" w:h="176" w:wrap="auto" w:vAnchor="page" w:hAnchor="page" w:x="8461" w:y="73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CP</w:t>
      </w:r>
    </w:p>
    <w:p w:rsidR="008C6E80" w:rsidRDefault="008C6E80" w:rsidP="008C6E80">
      <w:pPr>
        <w:framePr w:w="360" w:h="176" w:wrap="auto" w:vAnchor="page" w:hAnchor="page" w:x="8461" w:y="75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CS</w:t>
      </w:r>
    </w:p>
    <w:p w:rsidR="008C6E80" w:rsidRDefault="008C6E80" w:rsidP="008C6E80">
      <w:pPr>
        <w:framePr w:w="1100" w:h="176" w:wrap="auto" w:vAnchor="page" w:hAnchor="page" w:x="8821" w:y="75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30.721.245,91</w:t>
      </w:r>
    </w:p>
    <w:p w:rsidR="008C6E80" w:rsidRDefault="008C6E80" w:rsidP="008C6E80">
      <w:pPr>
        <w:framePr w:w="1100" w:h="176" w:wrap="auto" w:vAnchor="page" w:hAnchor="page" w:x="8821" w:y="7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27.953.514,41</w:t>
      </w:r>
    </w:p>
    <w:p w:rsidR="008C6E80" w:rsidRDefault="008C6E80" w:rsidP="008C6E80">
      <w:pPr>
        <w:framePr w:w="1100" w:h="176" w:wrap="auto" w:vAnchor="page" w:hAnchor="page" w:x="8821" w:y="71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14.846.302,36</w:t>
      </w:r>
    </w:p>
    <w:p w:rsidR="008C6E80" w:rsidRDefault="008C6E80" w:rsidP="008C6E80">
      <w:pPr>
        <w:framePr w:w="360" w:h="176" w:wrap="auto" w:vAnchor="page" w:hAnchor="page" w:x="9961" w:y="71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PR</w:t>
      </w:r>
    </w:p>
    <w:p w:rsidR="008C6E80" w:rsidRDefault="008C6E80" w:rsidP="008C6E80">
      <w:pPr>
        <w:framePr w:w="360" w:h="176" w:wrap="auto" w:vAnchor="page" w:hAnchor="page" w:x="9961" w:y="73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PC</w:t>
      </w:r>
    </w:p>
    <w:p w:rsidR="008C6E80" w:rsidRDefault="008C6E80" w:rsidP="008C6E80">
      <w:pPr>
        <w:framePr w:w="360" w:h="176" w:wrap="auto" w:vAnchor="page" w:hAnchor="page" w:x="9961" w:y="75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TP</w:t>
      </w:r>
    </w:p>
    <w:p w:rsidR="008C6E80" w:rsidRDefault="008C6E80" w:rsidP="008C6E80">
      <w:pPr>
        <w:framePr w:w="1100" w:h="176" w:wrap="auto" w:vAnchor="page" w:hAnchor="page" w:x="10321" w:y="75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21.683.200,40</w:t>
      </w:r>
    </w:p>
    <w:p w:rsidR="008C6E80" w:rsidRDefault="008C6E80" w:rsidP="008C6E80">
      <w:pPr>
        <w:framePr w:w="1100" w:h="176" w:wrap="auto" w:vAnchor="page" w:hAnchor="page" w:x="10321" w:y="7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7.022.088,61</w:t>
      </w:r>
    </w:p>
    <w:p w:rsidR="008C6E80" w:rsidRDefault="008C6E80" w:rsidP="008C6E80">
      <w:pPr>
        <w:framePr w:w="1100" w:h="176" w:wrap="auto" w:vAnchor="page" w:hAnchor="page" w:x="10321" w:y="71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14.661.111,79</w:t>
      </w:r>
    </w:p>
    <w:p w:rsidR="008C6E80" w:rsidRDefault="008C6E80" w:rsidP="008C6E80">
      <w:pPr>
        <w:framePr w:w="360" w:h="176" w:wrap="auto" w:vAnchor="page" w:hAnchor="page" w:x="11481" w:y="73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I</w:t>
      </w:r>
    </w:p>
    <w:p w:rsidR="008C6E80" w:rsidRDefault="008C6E80" w:rsidP="008C6E80">
      <w:pPr>
        <w:framePr w:w="360" w:h="176" w:wrap="auto" w:vAnchor="page" w:hAnchor="page" w:x="13001" w:y="73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ECP</w:t>
      </w:r>
    </w:p>
    <w:p w:rsidR="008C6E80" w:rsidRDefault="008C6E80" w:rsidP="008C6E80">
      <w:pPr>
        <w:framePr w:w="360" w:h="176" w:wrap="auto" w:vAnchor="page" w:hAnchor="page" w:x="11481" w:y="75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FPV</w:t>
      </w:r>
    </w:p>
    <w:p w:rsidR="008C6E80" w:rsidRDefault="008C6E80" w:rsidP="008C6E80">
      <w:pPr>
        <w:framePr w:w="1100" w:h="176" w:wrap="auto" w:vAnchor="page" w:hAnchor="page" w:x="11841" w:y="75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0,00</w:t>
      </w:r>
    </w:p>
    <w:p w:rsidR="008C6E80" w:rsidRDefault="008C6E80" w:rsidP="008C6E80">
      <w:pPr>
        <w:framePr w:w="1100" w:h="176" w:wrap="auto" w:vAnchor="page" w:hAnchor="page" w:x="13361" w:y="7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4.135.374,66</w:t>
      </w:r>
    </w:p>
    <w:p w:rsidR="008C6E80" w:rsidRDefault="008C6E80" w:rsidP="008C6E80">
      <w:pPr>
        <w:framePr w:w="1100" w:h="176" w:wrap="auto" w:vAnchor="page" w:hAnchor="page" w:x="11841" w:y="7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23.818.139,75</w:t>
      </w:r>
    </w:p>
    <w:p w:rsidR="008C6E80" w:rsidRDefault="008C6E80" w:rsidP="008C6E80">
      <w:pPr>
        <w:framePr w:w="360" w:h="176" w:wrap="auto" w:vAnchor="page" w:hAnchor="page" w:x="11481" w:y="71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R</w:t>
      </w:r>
    </w:p>
    <w:p w:rsidR="008C6E80" w:rsidRDefault="008C6E80" w:rsidP="008C6E80">
      <w:pPr>
        <w:framePr w:w="1100" w:h="176" w:wrap="auto" w:vAnchor="page" w:hAnchor="page" w:x="11841" w:y="71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-143.853,84</w:t>
      </w:r>
    </w:p>
    <w:p w:rsidR="008C6E80" w:rsidRDefault="008C6E80" w:rsidP="008C6E80">
      <w:pPr>
        <w:framePr w:w="360" w:h="176" w:wrap="auto" w:vAnchor="page" w:hAnchor="page" w:x="14501" w:y="71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EP</w:t>
      </w:r>
    </w:p>
    <w:p w:rsidR="008C6E80" w:rsidRDefault="008C6E80" w:rsidP="008C6E80">
      <w:pPr>
        <w:framePr w:w="360" w:h="176" w:wrap="auto" w:vAnchor="page" w:hAnchor="page" w:x="14501" w:y="73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EC</w:t>
      </w:r>
    </w:p>
    <w:p w:rsidR="008C6E80" w:rsidRDefault="008C6E80" w:rsidP="008C6E80">
      <w:pPr>
        <w:framePr w:w="360" w:h="176" w:wrap="auto" w:vAnchor="page" w:hAnchor="page" w:x="14501" w:y="7553"/>
        <w:widowControl w:val="0"/>
        <w:autoSpaceDE w:val="0"/>
        <w:autoSpaceDN w:val="0"/>
        <w:adjustRightInd w:val="0"/>
        <w:jc w:val="center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TR</w:t>
      </w:r>
    </w:p>
    <w:p w:rsidR="008C6E80" w:rsidRDefault="008C6E80" w:rsidP="008C6E80">
      <w:pPr>
        <w:framePr w:w="1100" w:h="176" w:wrap="auto" w:vAnchor="page" w:hAnchor="page" w:x="14861" w:y="75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16.837.387,87</w:t>
      </w:r>
    </w:p>
    <w:p w:rsidR="008C6E80" w:rsidRDefault="008C6E80" w:rsidP="008C6E80">
      <w:pPr>
        <w:framePr w:w="1100" w:h="176" w:wrap="auto" w:vAnchor="page" w:hAnchor="page" w:x="14861" w:y="7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16.796.051,14</w:t>
      </w:r>
    </w:p>
    <w:p w:rsidR="008C6E80" w:rsidRDefault="008C6E80" w:rsidP="008C6E80">
      <w:pPr>
        <w:framePr w:w="1100" w:h="176" w:wrap="auto" w:vAnchor="page" w:hAnchor="page" w:x="14861" w:y="71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/>
          <w:bCs/>
          <w:color w:val="000000"/>
          <w:sz w:val="14"/>
          <w:szCs w:val="14"/>
        </w:rPr>
        <w:t>41.336,73</w:t>
      </w:r>
    </w:p>
    <w:p w:rsidR="008C6E80" w:rsidRDefault="008C6E80" w:rsidP="008C6E80">
      <w:pPr>
        <w:framePr w:w="4400" w:h="183" w:wrap="auto" w:vAnchor="page" w:hAnchor="page" w:x="11101" w:y="10701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Pagina 2 di 2</w:t>
      </w:r>
    </w:p>
    <w:p w:rsidR="00CA0538" w:rsidRPr="00FE7895" w:rsidRDefault="00BF6667" w:rsidP="00CA0538">
      <w:pPr>
        <w:framePr w:w="1100" w:h="176" w:wrap="auto" w:vAnchor="page" w:hAnchor="page" w:x="14861" w:y="7353"/>
        <w:widowControl w:val="0"/>
        <w:autoSpaceDE w:val="0"/>
        <w:autoSpaceDN w:val="0"/>
        <w:adjustRightInd w:val="0"/>
        <w:jc w:val="right"/>
        <w:rPr>
          <w:rFonts w:ascii="sansserif" w:hAnsi="sansserif"/>
        </w:rPr>
      </w:pPr>
      <w:r>
        <w:rPr>
          <w:rFonts w:ascii="sansserif" w:hAnsi="sansserif" w:cs="sansserif"/>
          <w:bCs/>
          <w:sz w:val="14"/>
          <w:szCs w:val="14"/>
        </w:rPr>
        <w:t>1</w:t>
      </w:r>
    </w:p>
    <w:p w:rsidR="00CA0538" w:rsidRPr="00FE7895" w:rsidRDefault="00CA0538" w:rsidP="00CA0538">
      <w:pPr>
        <w:jc w:val="both"/>
      </w:pPr>
    </w:p>
    <w:p w:rsidR="00CA0538" w:rsidRPr="00FE7895" w:rsidRDefault="00CA0538" w:rsidP="00CA0538">
      <w:pPr>
        <w:jc w:val="both"/>
      </w:pPr>
    </w:p>
    <w:p w:rsidR="00CA0538" w:rsidRPr="00FE7895" w:rsidRDefault="00CA0538" w:rsidP="00CA0538">
      <w:pPr>
        <w:jc w:val="both"/>
      </w:pPr>
    </w:p>
    <w:p w:rsidR="00CA0538" w:rsidRPr="00FE7895" w:rsidRDefault="00CA0538" w:rsidP="00CA0538">
      <w:pPr>
        <w:jc w:val="both"/>
      </w:pPr>
    </w:p>
    <w:p w:rsidR="00CA0538" w:rsidRPr="00FE7895" w:rsidRDefault="00CA0538" w:rsidP="00CA0538">
      <w:pPr>
        <w:jc w:val="both"/>
      </w:pPr>
    </w:p>
    <w:p w:rsidR="00CA0538" w:rsidRPr="00752CC3" w:rsidRDefault="00CA0538" w:rsidP="00CA0538">
      <w:pPr>
        <w:jc w:val="both"/>
        <w:rPr>
          <w:color w:val="FF0000"/>
        </w:rPr>
        <w:sectPr w:rsidR="00CA0538" w:rsidRPr="00752CC3" w:rsidSect="00BA0E28">
          <w:pgSz w:w="16838" w:h="11906" w:orient="landscape"/>
          <w:pgMar w:top="1134" w:right="1843" w:bottom="1134" w:left="1418" w:header="709" w:footer="958" w:gutter="0"/>
          <w:cols w:space="708"/>
          <w:titlePg/>
          <w:docGrid w:linePitch="360"/>
        </w:sectPr>
      </w:pPr>
    </w:p>
    <w:p w:rsidR="00CA0538" w:rsidRDefault="00CA0538" w:rsidP="00CA0538">
      <w:pPr>
        <w:pStyle w:val="Rientrocorpodeltesto3"/>
        <w:numPr>
          <w:ilvl w:val="0"/>
          <w:numId w:val="8"/>
        </w:numPr>
        <w:spacing w:after="0"/>
        <w:ind w:left="0" w:firstLine="0"/>
        <w:jc w:val="both"/>
        <w:rPr>
          <w:sz w:val="24"/>
          <w:szCs w:val="24"/>
        </w:rPr>
      </w:pPr>
      <w:r w:rsidRPr="00F24B3C">
        <w:rPr>
          <w:sz w:val="24"/>
          <w:szCs w:val="24"/>
        </w:rPr>
        <w:lastRenderedPageBreak/>
        <w:t>che la gestione dell’esercizio 20</w:t>
      </w:r>
      <w:r w:rsidR="00F24B3C" w:rsidRPr="00F24B3C">
        <w:rPr>
          <w:sz w:val="24"/>
          <w:szCs w:val="24"/>
        </w:rPr>
        <w:t>20</w:t>
      </w:r>
      <w:r w:rsidRPr="00F24B3C">
        <w:rPr>
          <w:sz w:val="24"/>
          <w:szCs w:val="24"/>
        </w:rPr>
        <w:t xml:space="preserve"> si è chiusa con un avanzo di amministrazione di € </w:t>
      </w:r>
      <w:r w:rsidR="00F24B3C" w:rsidRPr="00F24B3C">
        <w:rPr>
          <w:sz w:val="24"/>
          <w:szCs w:val="24"/>
        </w:rPr>
        <w:t>5.119.569,82</w:t>
      </w:r>
      <w:r w:rsidRPr="00F24B3C">
        <w:rPr>
          <w:sz w:val="24"/>
          <w:szCs w:val="24"/>
        </w:rPr>
        <w:t xml:space="preserve">,  di cui € </w:t>
      </w:r>
      <w:r w:rsidR="00F24B3C" w:rsidRPr="00F24B3C">
        <w:rPr>
          <w:sz w:val="24"/>
          <w:szCs w:val="24"/>
        </w:rPr>
        <w:t>1.715.046,69</w:t>
      </w:r>
      <w:r w:rsidRPr="00F24B3C">
        <w:rPr>
          <w:sz w:val="24"/>
          <w:szCs w:val="24"/>
        </w:rPr>
        <w:t xml:space="preserve"> di parte disponibile, e formato come segue:</w:t>
      </w:r>
    </w:p>
    <w:p w:rsidR="00707AAE" w:rsidRPr="00F24B3C" w:rsidRDefault="00707AAE" w:rsidP="00707AAE">
      <w:pPr>
        <w:pStyle w:val="Rientrocorpodeltesto3"/>
        <w:spacing w:after="0"/>
        <w:ind w:left="0"/>
        <w:jc w:val="both"/>
        <w:rPr>
          <w:sz w:val="24"/>
          <w:szCs w:val="24"/>
        </w:rPr>
      </w:pPr>
    </w:p>
    <w:tbl>
      <w:tblPr>
        <w:tblW w:w="10967" w:type="dxa"/>
        <w:tblInd w:w="-781" w:type="dxa"/>
        <w:tblCellMar>
          <w:left w:w="70" w:type="dxa"/>
          <w:right w:w="70" w:type="dxa"/>
        </w:tblCellMar>
        <w:tblLook w:val="04A0"/>
      </w:tblPr>
      <w:tblGrid>
        <w:gridCol w:w="2790"/>
        <w:gridCol w:w="2558"/>
        <w:gridCol w:w="1620"/>
        <w:gridCol w:w="1710"/>
        <w:gridCol w:w="2289"/>
      </w:tblGrid>
      <w:tr w:rsidR="00707AAE" w:rsidRPr="001F130F" w:rsidTr="00C20E39">
        <w:trPr>
          <w:trHeight w:val="467"/>
        </w:trPr>
        <w:tc>
          <w:tcPr>
            <w:tcW w:w="10967" w:type="dxa"/>
            <w:gridSpan w:val="5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1F130F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PROSPETTO DIMOSTRATIVO DEL RISULTATO </w:t>
            </w:r>
            <w:proofErr w:type="spellStart"/>
            <w:r w:rsidRPr="001F130F">
              <w:rPr>
                <w:rFonts w:ascii="Calibri" w:hAnsi="Calibri" w:cs="Calibri"/>
                <w:b/>
                <w:bCs/>
                <w:sz w:val="32"/>
                <w:szCs w:val="32"/>
              </w:rPr>
              <w:t>DI</w:t>
            </w:r>
            <w:proofErr w:type="spellEnd"/>
            <w:r w:rsidRPr="001F130F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 AMMINISTRAZIONE ESERCIZIO 2020</w:t>
            </w:r>
          </w:p>
        </w:tc>
      </w:tr>
      <w:tr w:rsidR="00707AAE" w:rsidRPr="001F130F" w:rsidTr="00C20E39">
        <w:trPr>
          <w:trHeight w:val="456"/>
        </w:trPr>
        <w:tc>
          <w:tcPr>
            <w:tcW w:w="2790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19" w:type="dxa"/>
            <w:gridSpan w:val="3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 xml:space="preserve"> GESTIONE </w:t>
            </w:r>
          </w:p>
        </w:tc>
      </w:tr>
      <w:tr w:rsidR="00707AAE" w:rsidRPr="001F130F" w:rsidTr="00C20E39">
        <w:trPr>
          <w:trHeight w:val="515"/>
        </w:trPr>
        <w:tc>
          <w:tcPr>
            <w:tcW w:w="2790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RESIDUI </w:t>
            </w:r>
          </w:p>
        </w:tc>
        <w:tc>
          <w:tcPr>
            <w:tcW w:w="17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COMPETENZA </w:t>
            </w:r>
          </w:p>
        </w:tc>
        <w:tc>
          <w:tcPr>
            <w:tcW w:w="228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TOTALE </w:t>
            </w:r>
          </w:p>
        </w:tc>
      </w:tr>
      <w:tr w:rsidR="00707AAE" w:rsidRPr="001F130F" w:rsidTr="00C20E39">
        <w:trPr>
          <w:trHeight w:val="309"/>
        </w:trPr>
        <w:tc>
          <w:tcPr>
            <w:tcW w:w="279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Fondo cassa al 1° gennaio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1.662.087,19 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RISCOSSIONI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(+)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14.809.357,94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9.055.136,13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23.864.494,07 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PAGAMENTI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(-)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14.661.111,79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7.022.088,61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21.683.200,40 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FONDO </w:t>
            </w:r>
            <w:proofErr w:type="spellStart"/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CASSA AL 31 DICEMBRE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(=)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  3.843.380,86 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RESIDUI ATTIVI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(+)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1.968.203,32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16.145.373,51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18.113.576,83 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RESIDUI PASSIVI</w:t>
            </w:r>
          </w:p>
        </w:tc>
        <w:tc>
          <w:tcPr>
            <w:tcW w:w="2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(-)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41.336,73 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16.796.051,14 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               16.837.387,87 </w:t>
            </w:r>
          </w:p>
        </w:tc>
      </w:tr>
      <w:tr w:rsidR="00707AAE" w:rsidRPr="001F130F" w:rsidTr="00C20E39">
        <w:trPr>
          <w:trHeight w:val="603"/>
        </w:trPr>
        <w:tc>
          <w:tcPr>
            <w:tcW w:w="279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RISULTATO </w:t>
            </w:r>
            <w:proofErr w:type="spellStart"/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DI</w:t>
            </w:r>
            <w:proofErr w:type="spellEnd"/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AMMINISTRAZIONE AL 31 DICEMBRE 2020 (A)</w:t>
            </w:r>
          </w:p>
        </w:tc>
        <w:tc>
          <w:tcPr>
            <w:tcW w:w="2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(=)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                      5.119.569,82 </w:t>
            </w:r>
          </w:p>
        </w:tc>
      </w:tr>
      <w:tr w:rsidR="00707AAE" w:rsidRPr="001F130F" w:rsidTr="00C20E39">
        <w:trPr>
          <w:trHeight w:val="324"/>
        </w:trPr>
        <w:tc>
          <w:tcPr>
            <w:tcW w:w="279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8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9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07AAE" w:rsidRPr="001F130F" w:rsidTr="00C20E39">
        <w:trPr>
          <w:trHeight w:val="614"/>
        </w:trPr>
        <w:tc>
          <w:tcPr>
            <w:tcW w:w="5348" w:type="dxa"/>
            <w:gridSpan w:val="2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Composizione del risultato di amministrazione   al 31 dicembre 2020</w:t>
            </w:r>
          </w:p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</w:tr>
      <w:tr w:rsidR="00707AAE" w:rsidRPr="001F130F" w:rsidTr="00C20E39">
        <w:trPr>
          <w:trHeight w:val="441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Parte accantonata</w:t>
            </w: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707AAE" w:rsidRPr="001F130F" w:rsidTr="00C20E39">
        <w:trPr>
          <w:trHeight w:val="515"/>
        </w:trPr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sz w:val="22"/>
                <w:szCs w:val="22"/>
              </w:rPr>
            </w:pPr>
            <w:r w:rsidRPr="001F130F">
              <w:rPr>
                <w:rFonts w:ascii="Calibri" w:hAnsi="Calibri" w:cs="Calibri"/>
                <w:sz w:val="22"/>
                <w:szCs w:val="22"/>
              </w:rPr>
              <w:t>Fondo crediti di dubbia esigibilità al 31/12/2020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2.181.904,33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Totale parte accantonata (B)</w:t>
            </w:r>
          </w:p>
        </w:tc>
        <w:tc>
          <w:tcPr>
            <w:tcW w:w="1620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2.181.904,33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Parte vincolata 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Vincoli derivanti da trasferimenti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color w:val="000000"/>
                <w:sz w:val="22"/>
                <w:szCs w:val="22"/>
              </w:rPr>
              <w:t>1.222.618,80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Totale parte vincolata ( C)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1.222.618,80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Parte destinata agli investimenti</w:t>
            </w: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Totale parte destinata agli investimenti ( D)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707AAE" w:rsidRPr="001F130F" w:rsidTr="00C20E39">
        <w:trPr>
          <w:trHeight w:val="294"/>
        </w:trPr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7AAE" w:rsidRPr="001F130F" w:rsidRDefault="00707AAE" w:rsidP="00C20E39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sz w:val="22"/>
                <w:szCs w:val="22"/>
              </w:rPr>
              <w:t>Totale parte disponibile (E=A-B-C-D)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AAE" w:rsidRPr="001F130F" w:rsidRDefault="00707AAE" w:rsidP="00C20E3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F130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1.715.046,69</w:t>
            </w:r>
          </w:p>
        </w:tc>
      </w:tr>
    </w:tbl>
    <w:p w:rsidR="00707AAE" w:rsidRDefault="00707AAE" w:rsidP="00CA0538">
      <w:pPr>
        <w:ind w:left="720" w:hanging="720"/>
        <w:jc w:val="both"/>
        <w:rPr>
          <w:b/>
        </w:rPr>
      </w:pPr>
    </w:p>
    <w:p w:rsidR="00CD700D" w:rsidRDefault="00CD700D" w:rsidP="00CA0538">
      <w:pPr>
        <w:ind w:left="720" w:hanging="720"/>
        <w:jc w:val="both"/>
        <w:rPr>
          <w:b/>
        </w:rPr>
      </w:pPr>
    </w:p>
    <w:p w:rsidR="00CD700D" w:rsidRDefault="00CD700D" w:rsidP="00CA0538">
      <w:pPr>
        <w:ind w:left="720" w:hanging="720"/>
        <w:jc w:val="both"/>
        <w:rPr>
          <w:b/>
        </w:rPr>
      </w:pPr>
    </w:p>
    <w:p w:rsidR="00CD700D" w:rsidRDefault="00CD700D" w:rsidP="00CA0538">
      <w:pPr>
        <w:ind w:left="720" w:hanging="720"/>
        <w:jc w:val="both"/>
        <w:rPr>
          <w:b/>
        </w:rPr>
      </w:pPr>
    </w:p>
    <w:p w:rsidR="00CD700D" w:rsidRDefault="00CD700D" w:rsidP="00CA0538">
      <w:pPr>
        <w:ind w:left="720" w:hanging="720"/>
        <w:jc w:val="both"/>
        <w:rPr>
          <w:b/>
        </w:rPr>
      </w:pPr>
    </w:p>
    <w:p w:rsidR="00CD700D" w:rsidRPr="00246EF2" w:rsidRDefault="00CD700D" w:rsidP="00CA0538">
      <w:pPr>
        <w:ind w:left="720" w:hanging="720"/>
        <w:jc w:val="both"/>
        <w:rPr>
          <w:b/>
        </w:rPr>
      </w:pPr>
    </w:p>
    <w:p w:rsidR="00CA0538" w:rsidRPr="00246EF2" w:rsidRDefault="00CA0538" w:rsidP="00CA0538">
      <w:pPr>
        <w:ind w:left="720" w:hanging="720"/>
        <w:jc w:val="both"/>
        <w:rPr>
          <w:b/>
        </w:rPr>
      </w:pPr>
      <w:r w:rsidRPr="00246EF2">
        <w:rPr>
          <w:b/>
        </w:rPr>
        <w:t>CONSIDERATO:</w:t>
      </w:r>
    </w:p>
    <w:p w:rsidR="00CA0538" w:rsidRPr="00246EF2" w:rsidRDefault="00CA0538" w:rsidP="00CA0538">
      <w:pPr>
        <w:ind w:left="720" w:hanging="720"/>
        <w:jc w:val="both"/>
        <w:rPr>
          <w:b/>
        </w:rPr>
      </w:pPr>
    </w:p>
    <w:p w:rsidR="00CA0538" w:rsidRPr="00246EF2" w:rsidRDefault="00CA0538" w:rsidP="00CA0538">
      <w:pPr>
        <w:numPr>
          <w:ilvl w:val="0"/>
          <w:numId w:val="8"/>
        </w:numPr>
        <w:tabs>
          <w:tab w:val="clear" w:pos="360"/>
        </w:tabs>
        <w:jc w:val="both"/>
      </w:pPr>
      <w:r w:rsidRPr="00246EF2">
        <w:t>che</w:t>
      </w:r>
      <w:r w:rsidR="00F24B3C" w:rsidRPr="00246EF2">
        <w:t xml:space="preserve"> l’Avanzo di Amministrazione 2020</w:t>
      </w:r>
      <w:r w:rsidRPr="00246EF2">
        <w:t xml:space="preserve"> pari a € </w:t>
      </w:r>
      <w:r w:rsidR="00707AAE" w:rsidRPr="00246EF2">
        <w:t>5.119.569,82</w:t>
      </w:r>
      <w:r w:rsidRPr="00246EF2">
        <w:t xml:space="preserve"> è composto da Fondi accantonati al Fondo Crediti di Dubbia Esigibilità, per € 2</w:t>
      </w:r>
      <w:r w:rsidR="00707AAE" w:rsidRPr="00246EF2">
        <w:t>.181.904,33</w:t>
      </w:r>
      <w:r w:rsidRPr="00246EF2">
        <w:t>, da fondi  con destinazione vincolata  per € 1.</w:t>
      </w:r>
      <w:r w:rsidR="00707AAE" w:rsidRPr="00246EF2">
        <w:t>222.618,80</w:t>
      </w:r>
      <w:r w:rsidRPr="00246EF2">
        <w:t xml:space="preserve"> e da fondi disponibili pari a € </w:t>
      </w:r>
      <w:r w:rsidR="00707AAE" w:rsidRPr="00246EF2">
        <w:t>1.715.046,69</w:t>
      </w:r>
      <w:r w:rsidRPr="00246EF2">
        <w:t>;</w:t>
      </w:r>
    </w:p>
    <w:p w:rsidR="00CA0538" w:rsidRPr="00F24B3C" w:rsidRDefault="00CA0538" w:rsidP="00CA0538">
      <w:pPr>
        <w:jc w:val="both"/>
      </w:pPr>
    </w:p>
    <w:p w:rsidR="00CA0538" w:rsidRPr="00F24B3C" w:rsidRDefault="00CA0538" w:rsidP="00CD700D">
      <w:pPr>
        <w:jc w:val="both"/>
      </w:pPr>
      <w:r w:rsidRPr="00F24B3C">
        <w:rPr>
          <w:b/>
        </w:rPr>
        <w:t xml:space="preserve">LETTE </w:t>
      </w:r>
      <w:r w:rsidRPr="00F24B3C">
        <w:t>la Relazione sulla Gestione, posta a corredo del Rendiconto in esame, nella quale si dà ampia illustrazione degli elementi che hanno connotat</w:t>
      </w:r>
      <w:r w:rsidR="00F24B3C" w:rsidRPr="00F24B3C">
        <w:t>o l’andamento della gestione 2020</w:t>
      </w:r>
      <w:r w:rsidRPr="00F24B3C">
        <w:t xml:space="preserve"> ed il suo risultato finale;</w:t>
      </w:r>
    </w:p>
    <w:p w:rsidR="00CA0538" w:rsidRPr="00F24B3C" w:rsidRDefault="00CA0538" w:rsidP="00CA0538">
      <w:pPr>
        <w:jc w:val="both"/>
      </w:pPr>
    </w:p>
    <w:p w:rsidR="00CA0538" w:rsidRPr="00F24B3C" w:rsidRDefault="00CA0538" w:rsidP="00CD700D">
      <w:pPr>
        <w:jc w:val="both"/>
      </w:pPr>
      <w:r w:rsidRPr="00F24B3C">
        <w:rPr>
          <w:b/>
        </w:rPr>
        <w:t>CONSIDERATO</w:t>
      </w:r>
      <w:r w:rsidRPr="00F24B3C">
        <w:t xml:space="preserve">, inoltre, che il Collegio dei Revisori dei Conti, nell’esercizio dei propri compiti             istituzionali, stabiliti dal D. </w:t>
      </w:r>
      <w:proofErr w:type="spellStart"/>
      <w:r w:rsidRPr="00F24B3C">
        <w:t>Lgs</w:t>
      </w:r>
      <w:proofErr w:type="spellEnd"/>
      <w:r w:rsidRPr="00F24B3C">
        <w:t>. 267/2000 e recepiti dall’art. 85 dello Statuto del Comune di Ferrara, h</w:t>
      </w:r>
      <w:r w:rsidR="0005796E">
        <w:t xml:space="preserve">a esercitato l’attività </w:t>
      </w:r>
      <w:r w:rsidRPr="00F24B3C">
        <w:t xml:space="preserve">di vigilanza prevista nei regolamenti ed eseguito un controllo sul predetto Rendiconto, redigendo apposita relazione che esprime un parere positivo sulle risultanze della gestione, in atti; </w:t>
      </w:r>
    </w:p>
    <w:p w:rsidR="00CA0538" w:rsidRPr="00752CC3" w:rsidRDefault="00CA0538" w:rsidP="00CA0538">
      <w:pPr>
        <w:jc w:val="both"/>
        <w:rPr>
          <w:b/>
          <w:color w:val="FF0000"/>
        </w:rPr>
      </w:pPr>
    </w:p>
    <w:p w:rsidR="00CA0538" w:rsidRPr="00CE0C1A" w:rsidRDefault="00CA0538" w:rsidP="00CA0538">
      <w:pPr>
        <w:jc w:val="both"/>
        <w:rPr>
          <w:b/>
        </w:rPr>
      </w:pPr>
      <w:r w:rsidRPr="00CE0C1A">
        <w:rPr>
          <w:b/>
        </w:rPr>
        <w:t>VISTI:</w:t>
      </w:r>
    </w:p>
    <w:p w:rsidR="00CA0538" w:rsidRPr="00CE0C1A" w:rsidRDefault="00CA0538" w:rsidP="00CA0538">
      <w:pPr>
        <w:jc w:val="both"/>
        <w:rPr>
          <w:b/>
        </w:rPr>
      </w:pPr>
    </w:p>
    <w:p w:rsidR="00CA0538" w:rsidRPr="00CE0C1A" w:rsidRDefault="00CA0538" w:rsidP="00CA0538">
      <w:pPr>
        <w:numPr>
          <w:ilvl w:val="0"/>
          <w:numId w:val="8"/>
        </w:numPr>
        <w:jc w:val="both"/>
      </w:pPr>
      <w:r w:rsidRPr="00CE0C1A">
        <w:t xml:space="preserve">il D. </w:t>
      </w:r>
      <w:proofErr w:type="spellStart"/>
      <w:r w:rsidRPr="00CE0C1A">
        <w:t>Lgs</w:t>
      </w:r>
      <w:proofErr w:type="spellEnd"/>
      <w:r w:rsidRPr="00CE0C1A">
        <w:t>. 267/2000;</w:t>
      </w:r>
    </w:p>
    <w:p w:rsidR="00CA0538" w:rsidRPr="00CE0C1A" w:rsidRDefault="00CA0538" w:rsidP="00CA0538">
      <w:pPr>
        <w:numPr>
          <w:ilvl w:val="0"/>
          <w:numId w:val="8"/>
        </w:numPr>
        <w:jc w:val="both"/>
      </w:pPr>
      <w:r w:rsidRPr="00CE0C1A">
        <w:t xml:space="preserve">il D. </w:t>
      </w:r>
      <w:proofErr w:type="spellStart"/>
      <w:r w:rsidRPr="00CE0C1A">
        <w:t>Lgs</w:t>
      </w:r>
      <w:proofErr w:type="spellEnd"/>
      <w:r w:rsidRPr="00CE0C1A">
        <w:t>. 118/2011;</w:t>
      </w:r>
    </w:p>
    <w:p w:rsidR="00CA0538" w:rsidRPr="00CE0C1A" w:rsidRDefault="00CA0538" w:rsidP="00CA0538">
      <w:pPr>
        <w:numPr>
          <w:ilvl w:val="0"/>
          <w:numId w:val="8"/>
        </w:numPr>
        <w:jc w:val="both"/>
      </w:pPr>
      <w:r w:rsidRPr="00CE0C1A">
        <w:t>lo Statuto del Comune di Ferrara;</w:t>
      </w:r>
    </w:p>
    <w:p w:rsidR="00CA0538" w:rsidRPr="00CE0C1A" w:rsidRDefault="00CA0538" w:rsidP="00CA0538">
      <w:pPr>
        <w:numPr>
          <w:ilvl w:val="0"/>
          <w:numId w:val="8"/>
        </w:numPr>
        <w:jc w:val="both"/>
      </w:pPr>
      <w:r w:rsidRPr="00CE0C1A">
        <w:t>il Regolamento dell’Istituzione dei Servizi Educativi, Scolastici e per le Famiglie, approvato con atto del Consiglio Comunale del 23.07.2007 P.G. n. 23/42872, integrato e modificato con atto del Consiglio Comunale del  10.07.2017, PG. n. 70456/2017;</w:t>
      </w:r>
    </w:p>
    <w:p w:rsidR="00CA0538" w:rsidRPr="00CE0C1A" w:rsidRDefault="00CA0538" w:rsidP="00CA0538">
      <w:pPr>
        <w:numPr>
          <w:ilvl w:val="0"/>
          <w:numId w:val="8"/>
        </w:numPr>
        <w:jc w:val="both"/>
      </w:pPr>
      <w:r w:rsidRPr="00CE0C1A">
        <w:t xml:space="preserve">il Regolamento di Contabilità dell’Istituzione, approvato con atto del Consiglio Comunale P.G. n. 21/107219/2010 del 13/12/2010, integrato e modificato con atto del Consiglio Comunale del 19/12/2016, P.G. 137887/16;   </w:t>
      </w:r>
    </w:p>
    <w:p w:rsidR="00CA0538" w:rsidRPr="00FA3BAA" w:rsidRDefault="00CA0538" w:rsidP="00CA0538">
      <w:pPr>
        <w:ind w:left="720" w:hanging="720"/>
        <w:jc w:val="both"/>
      </w:pPr>
    </w:p>
    <w:p w:rsidR="00CA0538" w:rsidRDefault="00CA0538" w:rsidP="00CA0538">
      <w:pPr>
        <w:ind w:left="720" w:hanging="720"/>
        <w:jc w:val="both"/>
      </w:pPr>
      <w:r w:rsidRPr="00FA3BAA">
        <w:rPr>
          <w:b/>
        </w:rPr>
        <w:t>RITENUTO</w:t>
      </w:r>
      <w:r w:rsidRPr="00FA3BAA">
        <w:t>:</w:t>
      </w:r>
    </w:p>
    <w:p w:rsidR="00CD700D" w:rsidRPr="00FA3BAA" w:rsidRDefault="00CD700D" w:rsidP="00CA0538">
      <w:pPr>
        <w:ind w:left="720" w:hanging="720"/>
        <w:jc w:val="both"/>
      </w:pPr>
    </w:p>
    <w:p w:rsidR="00CA0538" w:rsidRPr="00FA3BAA" w:rsidRDefault="00CA0538" w:rsidP="00CA0538">
      <w:pPr>
        <w:numPr>
          <w:ilvl w:val="0"/>
          <w:numId w:val="7"/>
        </w:numPr>
        <w:jc w:val="both"/>
        <w:rPr>
          <w:b/>
        </w:rPr>
      </w:pPr>
      <w:r w:rsidRPr="00FA3BAA">
        <w:t>di approvare il Rendiconto  dell’esercizio 20</w:t>
      </w:r>
      <w:r w:rsidR="00CE0C1A" w:rsidRPr="00FA3BAA">
        <w:t>20</w:t>
      </w:r>
      <w:r w:rsidRPr="00FA3BAA">
        <w:t xml:space="preserve"> dell’Istituzione dei Servizi Educativi, Scolastici e per le Famiglie del Comune di Ferrara, così come rappresentato nei documenti allegati alla presente deliberazione quale parte integrante, redatti secondo quanto previsto dal D. </w:t>
      </w:r>
      <w:proofErr w:type="spellStart"/>
      <w:r w:rsidRPr="00FA3BAA">
        <w:t>Lgs</w:t>
      </w:r>
      <w:proofErr w:type="spellEnd"/>
      <w:r w:rsidRPr="00FA3BAA">
        <w:t>. 118/2011 e successive modifiche ed integrazioni;</w:t>
      </w:r>
    </w:p>
    <w:p w:rsidR="00CA0538" w:rsidRPr="00FA3BAA" w:rsidRDefault="00CA0538" w:rsidP="00CA0538">
      <w:pPr>
        <w:jc w:val="both"/>
        <w:rPr>
          <w:b/>
        </w:rPr>
      </w:pPr>
    </w:p>
    <w:p w:rsidR="00CA0538" w:rsidRPr="00FA3BAA" w:rsidRDefault="00CA0538" w:rsidP="00CA0538">
      <w:pPr>
        <w:jc w:val="both"/>
      </w:pPr>
      <w:r w:rsidRPr="00FA3BAA">
        <w:rPr>
          <w:b/>
        </w:rPr>
        <w:t>VISTA</w:t>
      </w:r>
      <w:r w:rsidRPr="00FA3BAA">
        <w:t xml:space="preserve"> la proposta della Giunta, presentata ai sensi dell’art.  70, comma 3</w:t>
      </w:r>
      <w:r w:rsidR="00CD700D">
        <w:t xml:space="preserve"> - </w:t>
      </w:r>
      <w:r w:rsidRPr="00FA3BAA">
        <w:t xml:space="preserve"> dello Statuto del            Comune di Ferrara;</w:t>
      </w:r>
    </w:p>
    <w:p w:rsidR="00CA0538" w:rsidRPr="00FA3BAA" w:rsidRDefault="00CA0538" w:rsidP="00CA0538">
      <w:pPr>
        <w:tabs>
          <w:tab w:val="left" w:pos="360"/>
          <w:tab w:val="left" w:pos="540"/>
        </w:tabs>
        <w:jc w:val="both"/>
      </w:pPr>
    </w:p>
    <w:p w:rsidR="00CA0538" w:rsidRPr="00FA3BAA" w:rsidRDefault="00CD700D" w:rsidP="00CA0538">
      <w:pPr>
        <w:jc w:val="both"/>
        <w:outlineLvl w:val="0"/>
      </w:pPr>
      <w:r>
        <w:rPr>
          <w:b/>
        </w:rPr>
        <w:t>SENTITE</w:t>
      </w:r>
      <w:r w:rsidR="00CA0538" w:rsidRPr="00FA3BAA">
        <w:t xml:space="preserve"> </w:t>
      </w:r>
      <w:r>
        <w:t xml:space="preserve">la Giunta Comunale e  </w:t>
      </w:r>
      <w:r w:rsidR="00CA0538" w:rsidRPr="00FA3BAA">
        <w:t>la 1^ e la 2^  Commissione Consiliare;</w:t>
      </w:r>
    </w:p>
    <w:p w:rsidR="00CA0538" w:rsidRPr="00752CC3" w:rsidRDefault="00CA0538" w:rsidP="00CA0538">
      <w:pPr>
        <w:tabs>
          <w:tab w:val="left" w:pos="360"/>
          <w:tab w:val="left" w:pos="540"/>
        </w:tabs>
        <w:jc w:val="both"/>
        <w:rPr>
          <w:color w:val="FF0000"/>
        </w:rPr>
      </w:pPr>
    </w:p>
    <w:p w:rsidR="00CA0538" w:rsidRPr="00FA3BAA" w:rsidRDefault="00CA0538" w:rsidP="00CD700D">
      <w:pPr>
        <w:ind w:hanging="11"/>
        <w:jc w:val="both"/>
      </w:pPr>
      <w:r w:rsidRPr="00FA3BAA">
        <w:rPr>
          <w:b/>
        </w:rPr>
        <w:t>VISTI</w:t>
      </w:r>
      <w:r w:rsidRPr="00FA3BAA">
        <w:t xml:space="preserve"> i pareri favorevoli rispettivamente espressi dal Dirigente del Settore Istruzione, per il profilo di regolarità tecnica e dal Responsabile del Servizio Finanziario per il profilo di regolarità contabile (art. 49, 1° comma, del D. </w:t>
      </w:r>
      <w:proofErr w:type="spellStart"/>
      <w:r w:rsidRPr="00FA3BAA">
        <w:t>Lgs</w:t>
      </w:r>
      <w:proofErr w:type="spellEnd"/>
      <w:r w:rsidRPr="00FA3BAA">
        <w:t xml:space="preserve">. n. 267/2000); </w:t>
      </w:r>
    </w:p>
    <w:p w:rsidR="00CA0538" w:rsidRPr="00752CC3" w:rsidRDefault="00CA0538" w:rsidP="00CA0538">
      <w:pPr>
        <w:tabs>
          <w:tab w:val="left" w:pos="360"/>
          <w:tab w:val="left" w:pos="540"/>
        </w:tabs>
        <w:jc w:val="both"/>
        <w:rPr>
          <w:color w:val="FF0000"/>
        </w:rPr>
      </w:pPr>
    </w:p>
    <w:p w:rsidR="00CA0538" w:rsidRPr="001717C9" w:rsidRDefault="00CA0538" w:rsidP="00CA0538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</w:p>
    <w:p w:rsidR="00CA0538" w:rsidRDefault="00CA0538" w:rsidP="00CA0538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</w:p>
    <w:p w:rsidR="00172069" w:rsidRDefault="00172069" w:rsidP="00CA0538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</w:p>
    <w:p w:rsidR="00172069" w:rsidRDefault="00172069" w:rsidP="00CA0538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</w:p>
    <w:p w:rsidR="00172069" w:rsidRPr="001717C9" w:rsidRDefault="00172069" w:rsidP="00CA0538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</w:p>
    <w:p w:rsidR="00CA0538" w:rsidRPr="001717C9" w:rsidRDefault="00CA0538" w:rsidP="00CA0538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</w:p>
    <w:p w:rsidR="00CA0538" w:rsidRPr="001717C9" w:rsidRDefault="00CA0538" w:rsidP="00CA0538">
      <w:pPr>
        <w:tabs>
          <w:tab w:val="left" w:pos="360"/>
          <w:tab w:val="left" w:pos="540"/>
        </w:tabs>
        <w:jc w:val="center"/>
        <w:outlineLvl w:val="0"/>
        <w:rPr>
          <w:b/>
          <w:caps/>
        </w:rPr>
      </w:pPr>
      <w:r w:rsidRPr="001717C9">
        <w:rPr>
          <w:b/>
          <w:caps/>
        </w:rPr>
        <w:t>Delibera</w:t>
      </w:r>
    </w:p>
    <w:p w:rsidR="00CA0538" w:rsidRPr="001717C9" w:rsidRDefault="00CA0538" w:rsidP="00CA0538">
      <w:pPr>
        <w:jc w:val="both"/>
      </w:pPr>
    </w:p>
    <w:p w:rsidR="00CA0538" w:rsidRPr="001717C9" w:rsidRDefault="00CA0538" w:rsidP="00CA0538">
      <w:pPr>
        <w:jc w:val="both"/>
      </w:pPr>
    </w:p>
    <w:p w:rsidR="00CA0538" w:rsidRPr="00172069" w:rsidRDefault="00CA0538" w:rsidP="00CA0538">
      <w:pPr>
        <w:numPr>
          <w:ilvl w:val="0"/>
          <w:numId w:val="9"/>
        </w:numPr>
        <w:ind w:left="0" w:firstLine="0"/>
        <w:jc w:val="both"/>
      </w:pPr>
      <w:r w:rsidRPr="00172069">
        <w:t>di approvare quanto sopra esposto;</w:t>
      </w:r>
    </w:p>
    <w:p w:rsidR="00CA0538" w:rsidRPr="00172069" w:rsidRDefault="00CA0538" w:rsidP="00CA0538">
      <w:pPr>
        <w:jc w:val="both"/>
      </w:pPr>
    </w:p>
    <w:p w:rsidR="00CA0538" w:rsidRPr="00172069" w:rsidRDefault="00CA0538" w:rsidP="00CA0538">
      <w:pPr>
        <w:numPr>
          <w:ilvl w:val="0"/>
          <w:numId w:val="9"/>
        </w:numPr>
        <w:ind w:left="0" w:firstLine="0"/>
        <w:jc w:val="both"/>
      </w:pPr>
      <w:r w:rsidRPr="00172069">
        <w:t>di approvare il Rendiconto dell’esercizio 20</w:t>
      </w:r>
      <w:r w:rsidR="001717C9" w:rsidRPr="00172069">
        <w:t>20</w:t>
      </w:r>
      <w:r w:rsidRPr="00172069">
        <w:t xml:space="preserve"> dell’Istituzione dei Servizi Educativi, Scolastici e per le Famiglie del Comune di Ferrara, nelle risultanze contabili che emergono dai documenti allegati alla presente quale parte integrante</w:t>
      </w:r>
      <w:r w:rsidR="00C8544F">
        <w:t xml:space="preserve">, redatti ai sensi del D. </w:t>
      </w:r>
      <w:proofErr w:type="spellStart"/>
      <w:r w:rsidR="00C8544F">
        <w:t>Lgs</w:t>
      </w:r>
      <w:proofErr w:type="spellEnd"/>
      <w:r w:rsidR="00C8544F">
        <w:t>. 118/2011</w:t>
      </w:r>
      <w:r w:rsidRPr="00172069">
        <w:t>;</w:t>
      </w:r>
    </w:p>
    <w:p w:rsidR="00CA0538" w:rsidRPr="00172069" w:rsidRDefault="00CA0538" w:rsidP="00CA0538">
      <w:pPr>
        <w:jc w:val="both"/>
      </w:pPr>
    </w:p>
    <w:p w:rsidR="00CA0538" w:rsidRPr="00172069" w:rsidRDefault="00CA0538" w:rsidP="00CA0538">
      <w:pPr>
        <w:numPr>
          <w:ilvl w:val="0"/>
          <w:numId w:val="9"/>
        </w:numPr>
        <w:ind w:left="0" w:firstLine="0"/>
        <w:jc w:val="both"/>
      </w:pPr>
      <w:r w:rsidRPr="00172069">
        <w:t>di dare atto ch</w:t>
      </w:r>
      <w:r w:rsidR="001717C9" w:rsidRPr="00172069">
        <w:t>e i documenti del Rendiconto 2020</w:t>
      </w:r>
      <w:r w:rsidRPr="00172069">
        <w:t xml:space="preserve"> evidenziano un avanzo di amministrazione  di €  </w:t>
      </w:r>
      <w:r w:rsidR="00172069" w:rsidRPr="00172069">
        <w:t>5.119.569,82</w:t>
      </w:r>
      <w:r w:rsidRPr="00172069">
        <w:t xml:space="preserve"> formato come segue:</w:t>
      </w:r>
    </w:p>
    <w:p w:rsidR="00CA0538" w:rsidRPr="00172069" w:rsidRDefault="00CA0538" w:rsidP="00CA0538">
      <w:pPr>
        <w:numPr>
          <w:ilvl w:val="0"/>
          <w:numId w:val="7"/>
        </w:numPr>
        <w:jc w:val="both"/>
      </w:pPr>
      <w:r w:rsidRPr="00172069">
        <w:t>fondi accantonati al Fondo crediti di dubbia esigibilità pari a € 2.</w:t>
      </w:r>
      <w:r w:rsidR="00172069" w:rsidRPr="00172069">
        <w:t>181.904,33</w:t>
      </w:r>
      <w:r w:rsidRPr="00172069">
        <w:t xml:space="preserve">, costituito ai sensi del punto 3.3 del principio contabile applicato concernente la contabilità finanziaria di cui all’allegato n. 4/2 al D. </w:t>
      </w:r>
      <w:proofErr w:type="spellStart"/>
      <w:r w:rsidRPr="00172069">
        <w:t>Lgs</w:t>
      </w:r>
      <w:proofErr w:type="spellEnd"/>
      <w:r w:rsidRPr="00172069">
        <w:t>. n. 118/2011;</w:t>
      </w:r>
    </w:p>
    <w:p w:rsidR="00CA0538" w:rsidRPr="00172069" w:rsidRDefault="00CA0538" w:rsidP="00CA0538">
      <w:pPr>
        <w:numPr>
          <w:ilvl w:val="0"/>
          <w:numId w:val="7"/>
        </w:numPr>
        <w:jc w:val="both"/>
      </w:pPr>
      <w:r w:rsidRPr="00172069">
        <w:t>fondi a destinazione vincolata per € 1.</w:t>
      </w:r>
      <w:r w:rsidR="00172069" w:rsidRPr="00172069">
        <w:t>222.618,80</w:t>
      </w:r>
      <w:r w:rsidRPr="00172069">
        <w:t>;</w:t>
      </w:r>
    </w:p>
    <w:p w:rsidR="00172069" w:rsidRPr="00172069" w:rsidRDefault="00CA0538" w:rsidP="00172069">
      <w:pPr>
        <w:numPr>
          <w:ilvl w:val="0"/>
          <w:numId w:val="8"/>
        </w:numPr>
        <w:jc w:val="both"/>
      </w:pPr>
      <w:r w:rsidRPr="00172069">
        <w:t xml:space="preserve">fondi disponibili per €  </w:t>
      </w:r>
      <w:r w:rsidR="00172069" w:rsidRPr="00172069">
        <w:t>1.715.046,69</w:t>
      </w:r>
      <w:r w:rsidRPr="00172069">
        <w:t>;</w:t>
      </w:r>
      <w:r w:rsidR="00172069" w:rsidRPr="00172069">
        <w:t xml:space="preserve">  </w:t>
      </w:r>
    </w:p>
    <w:p w:rsidR="00CA0538" w:rsidRPr="00752CC3" w:rsidRDefault="00CA0538" w:rsidP="00CA0538">
      <w:pPr>
        <w:jc w:val="both"/>
        <w:rPr>
          <w:color w:val="FF0000"/>
        </w:rPr>
      </w:pPr>
    </w:p>
    <w:p w:rsidR="00CA0538" w:rsidRDefault="00CA0538" w:rsidP="00CD700D">
      <w:pPr>
        <w:numPr>
          <w:ilvl w:val="0"/>
          <w:numId w:val="9"/>
        </w:numPr>
        <w:tabs>
          <w:tab w:val="clear" w:pos="720"/>
        </w:tabs>
        <w:ind w:left="0" w:firstLine="0"/>
        <w:jc w:val="both"/>
      </w:pPr>
      <w:r w:rsidRPr="00B472C4">
        <w:t xml:space="preserve">di dare atto che il Responsabile del presente procedimento è </w:t>
      </w:r>
      <w:r w:rsidR="001717C9" w:rsidRPr="00B472C4">
        <w:t xml:space="preserve">l’Avv. Lucia </w:t>
      </w:r>
      <w:proofErr w:type="spellStart"/>
      <w:r w:rsidR="001717C9" w:rsidRPr="00B472C4">
        <w:t>Bergamini</w:t>
      </w:r>
      <w:proofErr w:type="spellEnd"/>
      <w:r w:rsidRPr="00B472C4">
        <w:t xml:space="preserve">,  Direttore dell’Istituzione dei Servizi Educativi, Scolastici e per le Famiglie a cui spetta la </w:t>
      </w:r>
      <w:proofErr w:type="spellStart"/>
      <w:r w:rsidRPr="00B472C4">
        <w:t>responsabilita’</w:t>
      </w:r>
      <w:proofErr w:type="spellEnd"/>
      <w:r w:rsidRPr="00B472C4">
        <w:t xml:space="preserve"> generale della</w:t>
      </w:r>
      <w:r w:rsidR="00CD700D">
        <w:t xml:space="preserve"> gestione amministrativa</w:t>
      </w:r>
      <w:r w:rsidR="00634EF4">
        <w:t>.</w:t>
      </w:r>
    </w:p>
    <w:p w:rsidR="00CD700D" w:rsidRPr="00B472C4" w:rsidRDefault="00CD700D" w:rsidP="00CD700D">
      <w:pPr>
        <w:jc w:val="both"/>
      </w:pPr>
    </w:p>
    <w:sectPr w:rsidR="00CD700D" w:rsidRPr="00B472C4" w:rsidSect="003100D5">
      <w:headerReference w:type="first" r:id="rId10"/>
      <w:footerReference w:type="first" r:id="rId11"/>
      <w:pgSz w:w="11906" w:h="16838"/>
      <w:pgMar w:top="1258" w:right="1134" w:bottom="1258" w:left="1134" w:header="709" w:footer="9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839" w:rsidRDefault="00B50839">
      <w:r>
        <w:separator/>
      </w:r>
    </w:p>
  </w:endnote>
  <w:endnote w:type="continuationSeparator" w:id="0">
    <w:p w:rsidR="00B50839" w:rsidRDefault="00B50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0D" w:rsidRDefault="00CD700D">
    <w:pPr>
      <w:pStyle w:val="Pidipagina"/>
      <w:jc w:val="right"/>
    </w:pPr>
    <w:fldSimple w:instr=" PAGE   \* MERGEFORMAT ">
      <w:r w:rsidR="00634EF4">
        <w:rPr>
          <w:noProof/>
        </w:rPr>
        <w:t>7</w:t>
      </w:r>
    </w:fldSimple>
  </w:p>
  <w:p w:rsidR="00CD700D" w:rsidRDefault="00CD700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538" w:rsidRDefault="00F060AD" w:rsidP="000128DE">
    <w:pPr>
      <w:pStyle w:val="Pidipagina"/>
    </w:pPr>
    <w:r>
      <w:rPr>
        <w:noProof/>
      </w:rPr>
      <w:drawing>
        <wp:inline distT="0" distB="0" distL="0" distR="0">
          <wp:extent cx="6115050" cy="133350"/>
          <wp:effectExtent l="19050" t="0" r="0" b="0"/>
          <wp:docPr id="3" name="Immagine 3" descr="basso1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sso1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33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0" w:type="auto"/>
      <w:tblLook w:val="01E0"/>
    </w:tblPr>
    <w:tblGrid>
      <w:gridCol w:w="2808"/>
      <w:gridCol w:w="4860"/>
      <w:gridCol w:w="2110"/>
    </w:tblGrid>
    <w:tr w:rsidR="00CA0538" w:rsidTr="003243EB">
      <w:trPr>
        <w:trHeight w:val="1105"/>
      </w:trPr>
      <w:tc>
        <w:tcPr>
          <w:tcW w:w="2808" w:type="dxa"/>
        </w:tcPr>
        <w:p w:rsidR="00CA0538" w:rsidRDefault="00CA0538">
          <w:pPr>
            <w:rPr>
              <w:noProof/>
              <w:sz w:val="16"/>
              <w:szCs w:val="16"/>
              <w:lang w:val="en-GB"/>
            </w:rPr>
          </w:pPr>
        </w:p>
      </w:tc>
      <w:tc>
        <w:tcPr>
          <w:tcW w:w="4860" w:type="dxa"/>
        </w:tcPr>
        <w:p w:rsidR="00CA0538" w:rsidRDefault="00CA0538">
          <w:pPr>
            <w:jc w:val="center"/>
            <w:rPr>
              <w:color w:val="333333"/>
              <w:spacing w:val="6"/>
              <w:sz w:val="16"/>
              <w:szCs w:val="16"/>
              <w:lang w:val="en-GB"/>
            </w:rPr>
          </w:pPr>
        </w:p>
      </w:tc>
      <w:tc>
        <w:tcPr>
          <w:tcW w:w="2110" w:type="dxa"/>
        </w:tcPr>
        <w:p w:rsidR="00CA0538" w:rsidRDefault="00CA0538">
          <w:pPr>
            <w:jc w:val="right"/>
            <w:rPr>
              <w:color w:val="333333"/>
              <w:spacing w:val="6"/>
              <w:sz w:val="16"/>
              <w:szCs w:val="16"/>
            </w:rPr>
          </w:pPr>
        </w:p>
      </w:tc>
    </w:tr>
  </w:tbl>
  <w:p w:rsidR="00CA0538" w:rsidRPr="003130A5" w:rsidRDefault="00CA0538" w:rsidP="003243EB">
    <w:pPr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1E0"/>
    </w:tblPr>
    <w:tblGrid>
      <w:gridCol w:w="2808"/>
      <w:gridCol w:w="4860"/>
      <w:gridCol w:w="2110"/>
    </w:tblGrid>
    <w:tr w:rsidR="00817699" w:rsidTr="003243EB">
      <w:trPr>
        <w:trHeight w:val="1105"/>
      </w:trPr>
      <w:tc>
        <w:tcPr>
          <w:tcW w:w="2808" w:type="dxa"/>
        </w:tcPr>
        <w:p w:rsidR="00817699" w:rsidRDefault="00817699">
          <w:pPr>
            <w:rPr>
              <w:noProof/>
              <w:sz w:val="16"/>
              <w:szCs w:val="16"/>
              <w:lang w:val="en-GB"/>
            </w:rPr>
          </w:pPr>
        </w:p>
      </w:tc>
      <w:tc>
        <w:tcPr>
          <w:tcW w:w="4860" w:type="dxa"/>
        </w:tcPr>
        <w:p w:rsidR="00817699" w:rsidRDefault="00817699">
          <w:pPr>
            <w:jc w:val="center"/>
            <w:rPr>
              <w:color w:val="333333"/>
              <w:spacing w:val="6"/>
              <w:sz w:val="16"/>
              <w:szCs w:val="16"/>
              <w:lang w:val="en-GB"/>
            </w:rPr>
          </w:pPr>
        </w:p>
      </w:tc>
      <w:tc>
        <w:tcPr>
          <w:tcW w:w="2110" w:type="dxa"/>
        </w:tcPr>
        <w:p w:rsidR="00817699" w:rsidRDefault="00817699">
          <w:pPr>
            <w:jc w:val="right"/>
            <w:rPr>
              <w:color w:val="333333"/>
              <w:spacing w:val="6"/>
              <w:sz w:val="16"/>
              <w:szCs w:val="16"/>
            </w:rPr>
          </w:pPr>
        </w:p>
      </w:tc>
    </w:tr>
  </w:tbl>
  <w:p w:rsidR="00817699" w:rsidRPr="003130A5" w:rsidRDefault="00817699" w:rsidP="003243EB">
    <w:pPr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839" w:rsidRDefault="00B50839">
      <w:r>
        <w:separator/>
      </w:r>
    </w:p>
  </w:footnote>
  <w:footnote w:type="continuationSeparator" w:id="0">
    <w:p w:rsidR="00B50839" w:rsidRDefault="00B50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538" w:rsidRDefault="00CA0538" w:rsidP="002969F3">
    <w:pPr>
      <w:autoSpaceDE w:val="0"/>
      <w:autoSpaceDN w:val="0"/>
      <w:adjustRightInd w:val="0"/>
      <w:rPr>
        <w:rFonts w:ascii="Helvetica" w:hAnsi="Helvetica" w:cs="Helvetica"/>
        <w:sz w:val="16"/>
        <w:szCs w:val="16"/>
      </w:rPr>
    </w:pPr>
    <w:r>
      <w:t xml:space="preserve">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699" w:rsidRDefault="00817699" w:rsidP="002969F3">
    <w:pPr>
      <w:autoSpaceDE w:val="0"/>
      <w:autoSpaceDN w:val="0"/>
      <w:adjustRightInd w:val="0"/>
      <w:rPr>
        <w:rFonts w:ascii="Helvetica" w:hAnsi="Helvetica" w:cs="Helvetica"/>
        <w:sz w:val="16"/>
        <w:szCs w:val="16"/>
      </w:rPr>
    </w:pPr>
    <w:r>
      <w:t xml:space="preserve">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953FC"/>
    <w:multiLevelType w:val="hybridMultilevel"/>
    <w:tmpl w:val="5B928D9E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0C71C4"/>
    <w:multiLevelType w:val="hybridMultilevel"/>
    <w:tmpl w:val="5B2C3736"/>
    <w:lvl w:ilvl="0" w:tplc="FFFFFFFF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abstractNum w:abstractNumId="2">
    <w:nsid w:val="389F7DCB"/>
    <w:multiLevelType w:val="hybridMultilevel"/>
    <w:tmpl w:val="FCD86FF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0026A6"/>
    <w:multiLevelType w:val="hybridMultilevel"/>
    <w:tmpl w:val="E648EA68"/>
    <w:lvl w:ilvl="0" w:tplc="666CCC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3B8C83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7225D5"/>
    <w:multiLevelType w:val="hybridMultilevel"/>
    <w:tmpl w:val="4EE2B9AA"/>
    <w:lvl w:ilvl="0" w:tplc="E898A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326F0C"/>
    <w:multiLevelType w:val="singleLevel"/>
    <w:tmpl w:val="CEE0FB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60F41DB"/>
    <w:multiLevelType w:val="hybridMultilevel"/>
    <w:tmpl w:val="67440094"/>
    <w:lvl w:ilvl="0" w:tplc="4414487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638E0CD5"/>
    <w:multiLevelType w:val="hybridMultilevel"/>
    <w:tmpl w:val="221ABF32"/>
    <w:lvl w:ilvl="0" w:tplc="E898AC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5"/>
    <w:lvlOverride w:ilvl="0"/>
  </w:num>
  <w:num w:numId="9">
    <w:abstractNumId w:val="3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327"/>
    <w:rsid w:val="00007007"/>
    <w:rsid w:val="000128DE"/>
    <w:rsid w:val="00015DB5"/>
    <w:rsid w:val="000223BB"/>
    <w:rsid w:val="00024BFE"/>
    <w:rsid w:val="00026005"/>
    <w:rsid w:val="000311C8"/>
    <w:rsid w:val="000544D1"/>
    <w:rsid w:val="0005796E"/>
    <w:rsid w:val="000B583E"/>
    <w:rsid w:val="000C2318"/>
    <w:rsid w:val="000D1030"/>
    <w:rsid w:val="000D6DAE"/>
    <w:rsid w:val="00105FED"/>
    <w:rsid w:val="00111759"/>
    <w:rsid w:val="001337B2"/>
    <w:rsid w:val="00145250"/>
    <w:rsid w:val="001616FC"/>
    <w:rsid w:val="001669ED"/>
    <w:rsid w:val="001717C9"/>
    <w:rsid w:val="00172069"/>
    <w:rsid w:val="001A1023"/>
    <w:rsid w:val="001A2F20"/>
    <w:rsid w:val="001B3642"/>
    <w:rsid w:val="00201C20"/>
    <w:rsid w:val="00246C1E"/>
    <w:rsid w:val="00246EF2"/>
    <w:rsid w:val="00253327"/>
    <w:rsid w:val="0028527C"/>
    <w:rsid w:val="002969F3"/>
    <w:rsid w:val="002C278B"/>
    <w:rsid w:val="002E5FAC"/>
    <w:rsid w:val="003100D5"/>
    <w:rsid w:val="003130A5"/>
    <w:rsid w:val="003230EF"/>
    <w:rsid w:val="003243EB"/>
    <w:rsid w:val="0034696D"/>
    <w:rsid w:val="00361613"/>
    <w:rsid w:val="00375BBB"/>
    <w:rsid w:val="00394DB8"/>
    <w:rsid w:val="003A02E1"/>
    <w:rsid w:val="003A3816"/>
    <w:rsid w:val="003C3E08"/>
    <w:rsid w:val="003E479D"/>
    <w:rsid w:val="003E7EDD"/>
    <w:rsid w:val="003F5970"/>
    <w:rsid w:val="00403027"/>
    <w:rsid w:val="0040397F"/>
    <w:rsid w:val="004B171B"/>
    <w:rsid w:val="004D481F"/>
    <w:rsid w:val="004E1354"/>
    <w:rsid w:val="004E4A14"/>
    <w:rsid w:val="004F1F36"/>
    <w:rsid w:val="00510BC6"/>
    <w:rsid w:val="005365FF"/>
    <w:rsid w:val="005533B7"/>
    <w:rsid w:val="00561926"/>
    <w:rsid w:val="005A511C"/>
    <w:rsid w:val="005A6EA9"/>
    <w:rsid w:val="005E5927"/>
    <w:rsid w:val="0060673F"/>
    <w:rsid w:val="006102A8"/>
    <w:rsid w:val="0061303A"/>
    <w:rsid w:val="00624643"/>
    <w:rsid w:val="00634EF4"/>
    <w:rsid w:val="006464B2"/>
    <w:rsid w:val="00686BB0"/>
    <w:rsid w:val="006C2D3F"/>
    <w:rsid w:val="006C547E"/>
    <w:rsid w:val="006D58AC"/>
    <w:rsid w:val="006E1062"/>
    <w:rsid w:val="00707AAE"/>
    <w:rsid w:val="00712E09"/>
    <w:rsid w:val="00743DE0"/>
    <w:rsid w:val="00752188"/>
    <w:rsid w:val="00752CC3"/>
    <w:rsid w:val="0078188A"/>
    <w:rsid w:val="007B41D4"/>
    <w:rsid w:val="007B6359"/>
    <w:rsid w:val="007D0F95"/>
    <w:rsid w:val="007E08A5"/>
    <w:rsid w:val="007F024E"/>
    <w:rsid w:val="00801937"/>
    <w:rsid w:val="0080211A"/>
    <w:rsid w:val="00804679"/>
    <w:rsid w:val="00817699"/>
    <w:rsid w:val="008319F9"/>
    <w:rsid w:val="00832195"/>
    <w:rsid w:val="0083772C"/>
    <w:rsid w:val="00851C0E"/>
    <w:rsid w:val="0087078C"/>
    <w:rsid w:val="008C6E80"/>
    <w:rsid w:val="008D1C2E"/>
    <w:rsid w:val="008D2020"/>
    <w:rsid w:val="008F271C"/>
    <w:rsid w:val="008F5B82"/>
    <w:rsid w:val="00901ABF"/>
    <w:rsid w:val="009059F1"/>
    <w:rsid w:val="00906BE8"/>
    <w:rsid w:val="00911686"/>
    <w:rsid w:val="0091264A"/>
    <w:rsid w:val="0092754B"/>
    <w:rsid w:val="0094133B"/>
    <w:rsid w:val="00976643"/>
    <w:rsid w:val="00994D98"/>
    <w:rsid w:val="009F0228"/>
    <w:rsid w:val="009F1994"/>
    <w:rsid w:val="00A12AEF"/>
    <w:rsid w:val="00A42284"/>
    <w:rsid w:val="00A52393"/>
    <w:rsid w:val="00A83C30"/>
    <w:rsid w:val="00A853DF"/>
    <w:rsid w:val="00A920F4"/>
    <w:rsid w:val="00A92F30"/>
    <w:rsid w:val="00AE6FB4"/>
    <w:rsid w:val="00AF7475"/>
    <w:rsid w:val="00B10C57"/>
    <w:rsid w:val="00B2083F"/>
    <w:rsid w:val="00B339FD"/>
    <w:rsid w:val="00B34C2E"/>
    <w:rsid w:val="00B429CD"/>
    <w:rsid w:val="00B472C4"/>
    <w:rsid w:val="00B50839"/>
    <w:rsid w:val="00B630AC"/>
    <w:rsid w:val="00B65938"/>
    <w:rsid w:val="00B67EF9"/>
    <w:rsid w:val="00B76784"/>
    <w:rsid w:val="00BA0E28"/>
    <w:rsid w:val="00BA2F87"/>
    <w:rsid w:val="00BB0AC6"/>
    <w:rsid w:val="00BB4415"/>
    <w:rsid w:val="00BC6A94"/>
    <w:rsid w:val="00BF6667"/>
    <w:rsid w:val="00C20E39"/>
    <w:rsid w:val="00C22652"/>
    <w:rsid w:val="00C33151"/>
    <w:rsid w:val="00C40A12"/>
    <w:rsid w:val="00C40CB4"/>
    <w:rsid w:val="00C531EA"/>
    <w:rsid w:val="00C54B3D"/>
    <w:rsid w:val="00C56C59"/>
    <w:rsid w:val="00C7003C"/>
    <w:rsid w:val="00C73F2F"/>
    <w:rsid w:val="00C8544F"/>
    <w:rsid w:val="00C8647A"/>
    <w:rsid w:val="00CA0538"/>
    <w:rsid w:val="00CA3951"/>
    <w:rsid w:val="00CD700D"/>
    <w:rsid w:val="00CE0C1A"/>
    <w:rsid w:val="00CE5349"/>
    <w:rsid w:val="00D37130"/>
    <w:rsid w:val="00DB7B5C"/>
    <w:rsid w:val="00DC590B"/>
    <w:rsid w:val="00DF3A95"/>
    <w:rsid w:val="00E065DF"/>
    <w:rsid w:val="00E2169C"/>
    <w:rsid w:val="00E30AD3"/>
    <w:rsid w:val="00E61F4A"/>
    <w:rsid w:val="00E67E4F"/>
    <w:rsid w:val="00E72BB7"/>
    <w:rsid w:val="00E73536"/>
    <w:rsid w:val="00E8565E"/>
    <w:rsid w:val="00E87D83"/>
    <w:rsid w:val="00E9318D"/>
    <w:rsid w:val="00F060AD"/>
    <w:rsid w:val="00F06C3F"/>
    <w:rsid w:val="00F24B3C"/>
    <w:rsid w:val="00F37311"/>
    <w:rsid w:val="00F52519"/>
    <w:rsid w:val="00F922D6"/>
    <w:rsid w:val="00F96540"/>
    <w:rsid w:val="00FA3BAA"/>
    <w:rsid w:val="00FC12F5"/>
    <w:rsid w:val="00FC7656"/>
    <w:rsid w:val="00FE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9318D"/>
    <w:rPr>
      <w:sz w:val="24"/>
      <w:szCs w:val="24"/>
    </w:rPr>
  </w:style>
  <w:style w:type="paragraph" w:styleId="Titolo1">
    <w:name w:val="heading 1"/>
    <w:basedOn w:val="Normale"/>
    <w:next w:val="Normale"/>
    <w:qFormat/>
    <w:rsid w:val="00B34C2E"/>
    <w:pPr>
      <w:keepNext/>
      <w:ind w:left="1620"/>
      <w:outlineLvl w:val="0"/>
    </w:pPr>
    <w:rPr>
      <w:rFonts w:ascii="Book Antiqua" w:hAnsi="Book Antiqua"/>
      <w:i/>
      <w:spacing w:val="8"/>
      <w:sz w:val="22"/>
      <w:szCs w:val="20"/>
    </w:rPr>
  </w:style>
  <w:style w:type="paragraph" w:styleId="Titolo2">
    <w:name w:val="heading 2"/>
    <w:basedOn w:val="Normale"/>
    <w:next w:val="Normale"/>
    <w:qFormat/>
    <w:rsid w:val="003E7E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3E7ED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3E7E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qFormat/>
    <w:rsid w:val="003E7ED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0128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C56C59"/>
    <w:rPr>
      <w:sz w:val="24"/>
      <w:szCs w:val="24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0128DE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253327"/>
    <w:rPr>
      <w:color w:val="0000FF"/>
      <w:u w:val="single"/>
    </w:rPr>
  </w:style>
  <w:style w:type="paragraph" w:styleId="Corpodeltesto">
    <w:name w:val="Body Text"/>
    <w:basedOn w:val="Normale"/>
    <w:rsid w:val="00B339FD"/>
    <w:pPr>
      <w:tabs>
        <w:tab w:val="left" w:pos="720"/>
        <w:tab w:val="left" w:pos="1008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632"/>
      </w:tabs>
      <w:jc w:val="both"/>
    </w:pPr>
    <w:rPr>
      <w:szCs w:val="20"/>
    </w:rPr>
  </w:style>
  <w:style w:type="table" w:styleId="Grigliatabella">
    <w:name w:val="Table Grid"/>
    <w:basedOn w:val="Tabellanormale"/>
    <w:rsid w:val="00B33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rmale">
    <w:name w:val="Plain Text"/>
    <w:basedOn w:val="Normale"/>
    <w:rsid w:val="003E7EDD"/>
    <w:rPr>
      <w:rFonts w:ascii="Courier New" w:hAnsi="Courier New"/>
      <w:sz w:val="20"/>
      <w:szCs w:val="20"/>
    </w:rPr>
  </w:style>
  <w:style w:type="paragraph" w:styleId="Corpodeltesto3">
    <w:name w:val="Body Text 3"/>
    <w:basedOn w:val="Normale"/>
    <w:rsid w:val="003E7EDD"/>
    <w:pPr>
      <w:spacing w:after="120"/>
    </w:pPr>
    <w:rPr>
      <w:sz w:val="16"/>
      <w:szCs w:val="16"/>
    </w:rPr>
  </w:style>
  <w:style w:type="paragraph" w:styleId="Rientrocorpodeltesto3">
    <w:name w:val="Body Text Indent 3"/>
    <w:basedOn w:val="Normale"/>
    <w:rsid w:val="003E7EDD"/>
    <w:pPr>
      <w:spacing w:after="120"/>
      <w:ind w:left="283"/>
    </w:pPr>
    <w:rPr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700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.giomo.SSI\Desktop\carta%20intestata_Finard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intestata_Finardi</Template>
  <TotalTime>0</TotalTime>
  <Pages>7</Pages>
  <Words>1745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Segretario Direttore Generale</vt:lpstr>
    </vt:vector>
  </TitlesOfParts>
  <Company/>
  <LinksUpToDate>false</LinksUpToDate>
  <CharactersWithSpaces>11670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Segretario Direttore Generale</dc:title>
  <dc:creator>Utente</dc:creator>
  <cp:lastModifiedBy>p.marzola</cp:lastModifiedBy>
  <cp:revision>3</cp:revision>
  <cp:lastPrinted>2020-05-18T08:55:00Z</cp:lastPrinted>
  <dcterms:created xsi:type="dcterms:W3CDTF">2021-05-06T13:28:00Z</dcterms:created>
  <dcterms:modified xsi:type="dcterms:W3CDTF">2021-05-06T13:28:00Z</dcterms:modified>
</cp:coreProperties>
</file>